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E5575" w14:textId="77777777" w:rsidR="00302193" w:rsidRDefault="008D248E">
      <w:r>
        <w:t>Name: ______________________________</w:t>
      </w:r>
      <w:r>
        <w:tab/>
      </w:r>
      <w:r>
        <w:tab/>
        <w:t>Period: ________</w:t>
      </w:r>
      <w:r>
        <w:tab/>
        <w:t>Date: _____________</w:t>
      </w:r>
    </w:p>
    <w:p w14:paraId="2F615434" w14:textId="77777777" w:rsidR="008D248E" w:rsidRDefault="008D248E"/>
    <w:p w14:paraId="43E81B8B" w14:textId="77777777" w:rsidR="008D248E" w:rsidRPr="008D248E" w:rsidRDefault="00CE03E5" w:rsidP="008D248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Honors Chemistry Unit Test 1 Study Guide</w:t>
      </w:r>
    </w:p>
    <w:p w14:paraId="474AC9F1" w14:textId="77777777" w:rsidR="00D706AC" w:rsidRDefault="00D706AC"/>
    <w:tbl>
      <w:tblPr>
        <w:tblStyle w:val="GridTable6Colorful-Accent1"/>
        <w:tblW w:w="5000" w:type="pct"/>
        <w:tblLook w:val="04A0" w:firstRow="1" w:lastRow="0" w:firstColumn="1" w:lastColumn="0" w:noHBand="0" w:noVBand="1"/>
      </w:tblPr>
      <w:tblGrid>
        <w:gridCol w:w="776"/>
        <w:gridCol w:w="3098"/>
        <w:gridCol w:w="3098"/>
        <w:gridCol w:w="3098"/>
      </w:tblGrid>
      <w:tr w:rsidR="0074464C" w:rsidRPr="00D706AC" w14:paraId="7BE276CD" w14:textId="77777777" w:rsidTr="007446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pct"/>
            <w:tcMar>
              <w:top w:w="115" w:type="dxa"/>
              <w:left w:w="115" w:type="dxa"/>
              <w:right w:w="115" w:type="dxa"/>
            </w:tcMar>
            <w:textDirection w:val="btLr"/>
          </w:tcPr>
          <w:p w14:paraId="210342F9" w14:textId="39F48F08" w:rsidR="0074464C" w:rsidRPr="0074464C" w:rsidRDefault="0074464C" w:rsidP="0074464C">
            <w:pPr>
              <w:ind w:left="113" w:right="113"/>
              <w:rPr>
                <w:i/>
                <w:color w:val="000000" w:themeColor="text1"/>
              </w:rPr>
            </w:pPr>
            <w:r w:rsidRPr="0074464C">
              <w:rPr>
                <w:i/>
                <w:color w:val="000000" w:themeColor="text1"/>
              </w:rPr>
              <w:t>Content</w:t>
            </w:r>
          </w:p>
        </w:tc>
        <w:tc>
          <w:tcPr>
            <w:tcW w:w="4614" w:type="pct"/>
            <w:gridSpan w:val="3"/>
            <w:tcMar>
              <w:top w:w="115" w:type="dxa"/>
              <w:left w:w="115" w:type="dxa"/>
              <w:right w:w="115" w:type="dxa"/>
            </w:tcMar>
          </w:tcPr>
          <w:p w14:paraId="47D10C03" w14:textId="77777777" w:rsidR="0074464C" w:rsidRDefault="0074464C" w:rsidP="0074464C">
            <w:pPr>
              <w:pStyle w:val="ListParagraph"/>
              <w:numPr>
                <w:ilvl w:val="0"/>
                <w:numId w:val="13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</w:rPr>
            </w:pPr>
            <w:r w:rsidRPr="0074464C">
              <w:rPr>
                <w:b w:val="0"/>
                <w:color w:val="000000" w:themeColor="text1"/>
              </w:rPr>
              <w:t xml:space="preserve">Particle </w:t>
            </w:r>
            <w:r>
              <w:rPr>
                <w:b w:val="0"/>
                <w:color w:val="000000" w:themeColor="text1"/>
              </w:rPr>
              <w:t>diagrams/writing chemical formulas</w:t>
            </w:r>
          </w:p>
          <w:p w14:paraId="783A1C64" w14:textId="77777777" w:rsidR="0074464C" w:rsidRDefault="0074464C" w:rsidP="0074464C">
            <w:pPr>
              <w:pStyle w:val="ListParagraph"/>
              <w:numPr>
                <w:ilvl w:val="0"/>
                <w:numId w:val="13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Chemical/physical properties and changes</w:t>
            </w:r>
          </w:p>
          <w:p w14:paraId="7D1DCBE6" w14:textId="0A7B84D0" w:rsidR="0074464C" w:rsidRDefault="0074464C" w:rsidP="0074464C">
            <w:pPr>
              <w:pStyle w:val="ListParagraph"/>
              <w:numPr>
                <w:ilvl w:val="0"/>
                <w:numId w:val="13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Pure substance/element/compound/heterogeneous mixture/homogeneous mixture (solution)</w:t>
            </w:r>
          </w:p>
          <w:p w14:paraId="688854C6" w14:textId="77777777" w:rsidR="0074464C" w:rsidRDefault="0074464C" w:rsidP="0074464C">
            <w:pPr>
              <w:pStyle w:val="ListParagraph"/>
              <w:numPr>
                <w:ilvl w:val="0"/>
                <w:numId w:val="13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Separation of mixtures</w:t>
            </w:r>
          </w:p>
          <w:p w14:paraId="22BB5FFD" w14:textId="77777777" w:rsidR="0074464C" w:rsidRDefault="0074464C" w:rsidP="0074464C">
            <w:pPr>
              <w:pStyle w:val="ListParagraph"/>
              <w:numPr>
                <w:ilvl w:val="0"/>
                <w:numId w:val="13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Atomic structure (subatomic particles’ charge/mass/location, etc.)</w:t>
            </w:r>
          </w:p>
          <w:p w14:paraId="3FA2C374" w14:textId="77777777" w:rsidR="0074464C" w:rsidRDefault="0074464C" w:rsidP="0074464C">
            <w:pPr>
              <w:pStyle w:val="ListParagraph"/>
              <w:numPr>
                <w:ilvl w:val="0"/>
                <w:numId w:val="13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Atomic calculations for neutral atoms and ions</w:t>
            </w:r>
          </w:p>
          <w:p w14:paraId="01CA50BA" w14:textId="77777777" w:rsidR="0074464C" w:rsidRDefault="0074464C" w:rsidP="0074464C">
            <w:pPr>
              <w:pStyle w:val="ListParagraph"/>
              <w:numPr>
                <w:ilvl w:val="0"/>
                <w:numId w:val="13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Average atomic mass and percent abundance</w:t>
            </w:r>
          </w:p>
          <w:p w14:paraId="5D6CC2D6" w14:textId="77777777" w:rsidR="0074464C" w:rsidRDefault="0074464C" w:rsidP="0074464C">
            <w:pPr>
              <w:pStyle w:val="ListParagraph"/>
              <w:numPr>
                <w:ilvl w:val="0"/>
                <w:numId w:val="13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Electron configuration and orbital diagrams (including three rules)</w:t>
            </w:r>
          </w:p>
          <w:p w14:paraId="152D09ED" w14:textId="2FD139D2" w:rsidR="0074464C" w:rsidRPr="0074464C" w:rsidRDefault="0074464C" w:rsidP="0074464C">
            <w:pPr>
              <w:pStyle w:val="ListParagraph"/>
              <w:numPr>
                <w:ilvl w:val="0"/>
                <w:numId w:val="13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Quantum number theory and determining quantum numbers</w:t>
            </w:r>
          </w:p>
        </w:tc>
      </w:tr>
      <w:tr w:rsidR="00D706AC" w:rsidRPr="00D706AC" w14:paraId="76D5AC4F" w14:textId="77777777" w:rsidTr="007446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pct"/>
            <w:tcMar>
              <w:top w:w="115" w:type="dxa"/>
              <w:left w:w="115" w:type="dxa"/>
              <w:right w:w="115" w:type="dxa"/>
            </w:tcMar>
            <w:textDirection w:val="btLr"/>
          </w:tcPr>
          <w:p w14:paraId="1B31FB91" w14:textId="307B61D6" w:rsidR="00D706AC" w:rsidRPr="0074464C" w:rsidRDefault="00D706AC" w:rsidP="0074464C">
            <w:pPr>
              <w:ind w:left="113" w:right="113"/>
              <w:rPr>
                <w:i/>
                <w:color w:val="000000" w:themeColor="text1"/>
              </w:rPr>
            </w:pPr>
            <w:r w:rsidRPr="0074464C">
              <w:rPr>
                <w:i/>
                <w:color w:val="000000" w:themeColor="text1"/>
              </w:rPr>
              <w:t>Test Format</w:t>
            </w:r>
          </w:p>
        </w:tc>
        <w:tc>
          <w:tcPr>
            <w:tcW w:w="4614" w:type="pct"/>
            <w:gridSpan w:val="3"/>
            <w:tcMar>
              <w:top w:w="115" w:type="dxa"/>
              <w:left w:w="115" w:type="dxa"/>
              <w:right w:w="115" w:type="dxa"/>
            </w:tcMar>
          </w:tcPr>
          <w:p w14:paraId="678CBB6C" w14:textId="77777777" w:rsidR="00D706AC" w:rsidRPr="0074464C" w:rsidRDefault="00D706A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Multiple choice</w:t>
            </w:r>
          </w:p>
          <w:p w14:paraId="1CFEFE98" w14:textId="77777777" w:rsidR="00D706AC" w:rsidRPr="0074464C" w:rsidRDefault="00D706A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Short answer</w:t>
            </w:r>
          </w:p>
          <w:p w14:paraId="79526F80" w14:textId="0286AC11" w:rsidR="0074464C" w:rsidRPr="0074464C" w:rsidRDefault="0074464C" w:rsidP="0074464C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Average atomic mass calculations</w:t>
            </w:r>
          </w:p>
          <w:p w14:paraId="0383BC2E" w14:textId="6FD6E66F" w:rsidR="0074464C" w:rsidRPr="0074464C" w:rsidRDefault="0074464C" w:rsidP="0074464C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Electron configuration/orbital diagrams</w:t>
            </w:r>
          </w:p>
          <w:p w14:paraId="22532A3A" w14:textId="1F9FE9DE" w:rsidR="0074464C" w:rsidRPr="0074464C" w:rsidRDefault="0074464C" w:rsidP="0074464C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74464C">
              <w:rPr>
                <w:color w:val="000000" w:themeColor="text1"/>
              </w:rPr>
              <w:t>Quantum numbers</w:t>
            </w:r>
          </w:p>
          <w:p w14:paraId="138F2D9D" w14:textId="7C34FF87" w:rsidR="00D706AC" w:rsidRPr="0074464C" w:rsidRDefault="00D706AC" w:rsidP="0074464C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74464C">
              <w:rPr>
                <w:color w:val="000000" w:themeColor="text1"/>
              </w:rPr>
              <w:t>Written responses</w:t>
            </w:r>
          </w:p>
        </w:tc>
      </w:tr>
      <w:tr w:rsidR="00D706AC" w:rsidRPr="00D706AC" w14:paraId="4D3EF569" w14:textId="77777777" w:rsidTr="0074464C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pct"/>
            <w:tcMar>
              <w:top w:w="115" w:type="dxa"/>
              <w:left w:w="115" w:type="dxa"/>
              <w:right w:w="115" w:type="dxa"/>
            </w:tcMar>
            <w:textDirection w:val="btLr"/>
          </w:tcPr>
          <w:p w14:paraId="7E404F74" w14:textId="77777777" w:rsidR="00D706AC" w:rsidRPr="0074464C" w:rsidRDefault="00D706AC" w:rsidP="0074464C">
            <w:pPr>
              <w:ind w:left="113" w:right="113"/>
              <w:rPr>
                <w:i/>
                <w:color w:val="000000" w:themeColor="text1"/>
              </w:rPr>
            </w:pPr>
            <w:r w:rsidRPr="0074464C">
              <w:rPr>
                <w:i/>
                <w:color w:val="000000" w:themeColor="text1"/>
              </w:rPr>
              <w:t>Labs</w:t>
            </w:r>
          </w:p>
        </w:tc>
        <w:tc>
          <w:tcPr>
            <w:tcW w:w="4614" w:type="pct"/>
            <w:gridSpan w:val="3"/>
            <w:tcBorders>
              <w:bottom w:val="single" w:sz="4" w:space="0" w:color="9CC2E5" w:themeColor="accent1" w:themeTint="99"/>
            </w:tcBorders>
            <w:tcMar>
              <w:top w:w="115" w:type="dxa"/>
              <w:left w:w="115" w:type="dxa"/>
              <w:right w:w="115" w:type="dxa"/>
            </w:tcMar>
          </w:tcPr>
          <w:p w14:paraId="183BD050" w14:textId="49B340B0" w:rsidR="0074464C" w:rsidRDefault="0074464C" w:rsidP="007446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Chemical vs. physical changes</w:t>
            </w:r>
          </w:p>
          <w:p w14:paraId="0434FF9E" w14:textId="77777777" w:rsidR="00D706AC" w:rsidRPr="00D706AC" w:rsidRDefault="00D706AC" w:rsidP="007446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706AC">
              <w:rPr>
                <w:color w:val="000000" w:themeColor="text1"/>
              </w:rPr>
              <w:t>Separation of mixtures</w:t>
            </w:r>
          </w:p>
          <w:p w14:paraId="0D2B328D" w14:textId="77777777" w:rsidR="00D706AC" w:rsidRPr="00D706AC" w:rsidRDefault="00D706AC" w:rsidP="007446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706AC">
              <w:rPr>
                <w:color w:val="000000" w:themeColor="text1"/>
              </w:rPr>
              <w:t>Flame test</w:t>
            </w:r>
          </w:p>
        </w:tc>
      </w:tr>
      <w:tr w:rsidR="0074464C" w:rsidRPr="00D706AC" w14:paraId="4881645B" w14:textId="77777777" w:rsidTr="007446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" w:type="pct"/>
            <w:tcMar>
              <w:top w:w="115" w:type="dxa"/>
              <w:left w:w="115" w:type="dxa"/>
              <w:right w:w="115" w:type="dxa"/>
            </w:tcMar>
            <w:textDirection w:val="btLr"/>
          </w:tcPr>
          <w:p w14:paraId="0359891E" w14:textId="77777777" w:rsidR="0074464C" w:rsidRPr="0074464C" w:rsidRDefault="0074464C" w:rsidP="0074464C">
            <w:pPr>
              <w:ind w:left="113" w:right="113"/>
              <w:rPr>
                <w:i/>
                <w:color w:val="000000" w:themeColor="text1"/>
              </w:rPr>
            </w:pPr>
            <w:r w:rsidRPr="0074464C">
              <w:rPr>
                <w:i/>
                <w:color w:val="000000" w:themeColor="text1"/>
              </w:rPr>
              <w:t>Vocabulary</w:t>
            </w:r>
          </w:p>
        </w:tc>
        <w:tc>
          <w:tcPr>
            <w:tcW w:w="1538" w:type="pct"/>
            <w:tcMar>
              <w:top w:w="115" w:type="dxa"/>
              <w:left w:w="115" w:type="dxa"/>
              <w:right w:w="115" w:type="dxa"/>
            </w:tcMar>
          </w:tcPr>
          <w:p w14:paraId="23241BCB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Angular momentum quantum number (</w:t>
            </w:r>
            <w:r w:rsidRPr="0074464C">
              <w:rPr>
                <w:rFonts w:ascii="Calibri" w:hAnsi="Calibri" w:cs="Tahoma"/>
                <w:snapToGrid w:val="0"/>
                <w:color w:val="000000" w:themeColor="text1"/>
                <w:sz w:val="22"/>
                <w:szCs w:val="22"/>
              </w:rPr>
              <w:t>ℓ</w:t>
            </w:r>
            <w:r w:rsidRPr="0074464C">
              <w:rPr>
                <w:color w:val="000000" w:themeColor="text1"/>
              </w:rPr>
              <w:t>)</w:t>
            </w:r>
          </w:p>
          <w:p w14:paraId="3B4AEE39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Atom</w:t>
            </w:r>
          </w:p>
          <w:p w14:paraId="44A1D261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Atomic mass</w:t>
            </w:r>
          </w:p>
          <w:p w14:paraId="0F10ACA2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Atomic mass unit (amu)</w:t>
            </w:r>
          </w:p>
          <w:p w14:paraId="0DBB6AB8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Atomic number</w:t>
            </w:r>
          </w:p>
          <w:p w14:paraId="69F9BA3B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Aufbau principle</w:t>
            </w:r>
          </w:p>
          <w:p w14:paraId="2C6A5BC7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Average atomic mass</w:t>
            </w:r>
          </w:p>
          <w:p w14:paraId="074F9BD1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Bohr</w:t>
            </w:r>
          </w:p>
          <w:p w14:paraId="14194F16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Chemical change</w:t>
            </w:r>
          </w:p>
          <w:p w14:paraId="29FBAE46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Chemical property</w:t>
            </w:r>
          </w:p>
          <w:p w14:paraId="37597E82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Compound</w:t>
            </w:r>
          </w:p>
          <w:p w14:paraId="7F571B36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Corrosiveness</w:t>
            </w:r>
          </w:p>
          <w:p w14:paraId="4BBBEC97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Electron</w:t>
            </w:r>
          </w:p>
          <w:p w14:paraId="03702E02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Electron configuration</w:t>
            </w:r>
          </w:p>
          <w:p w14:paraId="01A1AB58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Element</w:t>
            </w:r>
          </w:p>
          <w:p w14:paraId="493CEE3E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Energy level</w:t>
            </w:r>
          </w:p>
          <w:p w14:paraId="1D092289" w14:textId="2D054771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Excited state</w:t>
            </w:r>
          </w:p>
        </w:tc>
        <w:tc>
          <w:tcPr>
            <w:tcW w:w="1538" w:type="pct"/>
          </w:tcPr>
          <w:p w14:paraId="735108B7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Flame test</w:t>
            </w:r>
          </w:p>
          <w:p w14:paraId="06C83ACD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Flammability</w:t>
            </w:r>
          </w:p>
          <w:p w14:paraId="4A847A5A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Ground state</w:t>
            </w:r>
          </w:p>
          <w:p w14:paraId="5756AB28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Heterogeneous mixture</w:t>
            </w:r>
          </w:p>
          <w:p w14:paraId="32F0FCEB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Homogeneous mixture</w:t>
            </w:r>
          </w:p>
          <w:p w14:paraId="62237F9D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Hund’s rule</w:t>
            </w:r>
          </w:p>
          <w:p w14:paraId="06E38560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Ion</w:t>
            </w:r>
          </w:p>
          <w:p w14:paraId="61807775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Isotope</w:t>
            </w:r>
          </w:p>
          <w:p w14:paraId="1873BD91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 xml:space="preserve">Magnetic quantum number </w:t>
            </w:r>
            <w:r w:rsidRPr="0074464C">
              <w:rPr>
                <w:rFonts w:ascii="Calibri" w:hAnsi="Calibri" w:cs="Tahoma"/>
                <w:b/>
                <w:snapToGrid w:val="0"/>
                <w:color w:val="000000" w:themeColor="text1"/>
                <w:sz w:val="22"/>
                <w:szCs w:val="22"/>
              </w:rPr>
              <w:t>(</w:t>
            </w:r>
            <w:r w:rsidRPr="0074464C">
              <w:rPr>
                <w:rFonts w:ascii="Calibri" w:hAnsi="Calibri" w:cs="Tahoma"/>
                <w:snapToGrid w:val="0"/>
                <w:color w:val="000000" w:themeColor="text1"/>
                <w:sz w:val="22"/>
                <w:szCs w:val="22"/>
              </w:rPr>
              <w:t>m</w:t>
            </w:r>
            <w:r w:rsidRPr="0074464C">
              <w:rPr>
                <w:rFonts w:ascii="Calibri" w:hAnsi="Calibri" w:cs="Tahoma"/>
                <w:snapToGrid w:val="0"/>
                <w:color w:val="000000" w:themeColor="text1"/>
                <w:sz w:val="22"/>
                <w:szCs w:val="22"/>
                <w:vertAlign w:val="subscript"/>
              </w:rPr>
              <w:t>ℓ</w:t>
            </w:r>
            <w:r w:rsidRPr="0074464C">
              <w:rPr>
                <w:rFonts w:ascii="Calibri" w:hAnsi="Calibri" w:cs="Tahoma"/>
                <w:b/>
                <w:snapToGrid w:val="0"/>
                <w:color w:val="000000" w:themeColor="text1"/>
                <w:sz w:val="22"/>
                <w:szCs w:val="22"/>
              </w:rPr>
              <w:t>)</w:t>
            </w:r>
          </w:p>
          <w:p w14:paraId="2B3C1308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Mass number</w:t>
            </w:r>
          </w:p>
          <w:p w14:paraId="3AB2EBF4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Matter</w:t>
            </w:r>
          </w:p>
          <w:p w14:paraId="7D12C581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Neutral atom</w:t>
            </w:r>
          </w:p>
          <w:p w14:paraId="542FEC35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Neutron</w:t>
            </w:r>
          </w:p>
          <w:p w14:paraId="4D85A151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Nucleus</w:t>
            </w:r>
          </w:p>
          <w:p w14:paraId="4C62D3E6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Orbital</w:t>
            </w:r>
          </w:p>
          <w:p w14:paraId="06680E5A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Orbital diagram</w:t>
            </w:r>
          </w:p>
          <w:p w14:paraId="1999BB08" w14:textId="7CB7AA18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Pauli exclusion principle</w:t>
            </w:r>
          </w:p>
        </w:tc>
        <w:tc>
          <w:tcPr>
            <w:tcW w:w="1538" w:type="pct"/>
          </w:tcPr>
          <w:p w14:paraId="6298B470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Physical change</w:t>
            </w:r>
          </w:p>
          <w:p w14:paraId="174F1F7B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Physical property</w:t>
            </w:r>
          </w:p>
          <w:p w14:paraId="51776FA6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Principle quantum number (n)</w:t>
            </w:r>
          </w:p>
          <w:p w14:paraId="6E031575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Proton</w:t>
            </w:r>
          </w:p>
          <w:p w14:paraId="075B27C3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Pure substance</w:t>
            </w:r>
          </w:p>
          <w:p w14:paraId="4F1119DD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Quantum number</w:t>
            </w:r>
          </w:p>
          <w:p w14:paraId="5E1A0BB3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Reactivity</w:t>
            </w:r>
          </w:p>
          <w:p w14:paraId="283FB8C1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Relative abundance</w:t>
            </w:r>
          </w:p>
          <w:p w14:paraId="2F9F9F14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Solubility</w:t>
            </w:r>
          </w:p>
          <w:p w14:paraId="19A68960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Solution</w:t>
            </w:r>
          </w:p>
          <w:p w14:paraId="24F0E9D0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Spin quantum number (m</w:t>
            </w:r>
            <w:r w:rsidRPr="0074464C">
              <w:rPr>
                <w:rFonts w:ascii="Calibri" w:hAnsi="Calibri" w:cs="Tahoma"/>
                <w:snapToGrid w:val="0"/>
                <w:color w:val="000000" w:themeColor="text1"/>
                <w:sz w:val="22"/>
                <w:szCs w:val="22"/>
                <w:vertAlign w:val="subscript"/>
              </w:rPr>
              <w:t>s</w:t>
            </w:r>
            <w:r w:rsidRPr="0074464C">
              <w:rPr>
                <w:color w:val="000000" w:themeColor="text1"/>
              </w:rPr>
              <w:t>)</w:t>
            </w:r>
          </w:p>
          <w:p w14:paraId="4946A468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Subatomic particle</w:t>
            </w:r>
          </w:p>
          <w:p w14:paraId="361E0D70" w14:textId="77777777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Subshell/sublevel</w:t>
            </w:r>
          </w:p>
          <w:p w14:paraId="7637749B" w14:textId="7F27C409" w:rsidR="0074464C" w:rsidRPr="0074464C" w:rsidRDefault="0074464C" w:rsidP="007446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74464C">
              <w:rPr>
                <w:color w:val="000000" w:themeColor="text1"/>
              </w:rPr>
              <w:t>Two types of isotope notation (</w:t>
            </w:r>
            <m:oMath>
              <m:sPre>
                <m:sPre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Pre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</w:rPr>
                    <m:t>6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</w:rPr>
                    <m:t>12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</w:rPr>
                    <m:t>C</m:t>
                  </m:r>
                </m:e>
              </m:sPre>
            </m:oMath>
            <w:r w:rsidRPr="0074464C">
              <w:rPr>
                <w:rFonts w:eastAsiaTheme="minorEastAsia"/>
                <w:color w:val="000000" w:themeColor="text1"/>
              </w:rPr>
              <w:t xml:space="preserve"> </w:t>
            </w:r>
            <w:r w:rsidRPr="0074464C">
              <w:rPr>
                <w:color w:val="000000" w:themeColor="text1"/>
              </w:rPr>
              <w:t xml:space="preserve">and </w:t>
            </w:r>
            <w:r w:rsidRPr="0074464C">
              <w:rPr>
                <w:rFonts w:ascii="Cambria Math" w:hAnsi="Cambria Math"/>
                <w:color w:val="000000" w:themeColor="text1"/>
              </w:rPr>
              <w:t>Carbon-12</w:t>
            </w:r>
            <w:r w:rsidRPr="0074464C">
              <w:rPr>
                <w:color w:val="000000" w:themeColor="text1"/>
              </w:rPr>
              <w:t>)</w:t>
            </w:r>
          </w:p>
        </w:tc>
      </w:tr>
    </w:tbl>
    <w:p w14:paraId="26F3CF40" w14:textId="60C2845C" w:rsidR="00D706AC" w:rsidRDefault="00D706AC"/>
    <w:p w14:paraId="72629C12" w14:textId="77777777" w:rsidR="00FF077E" w:rsidRDefault="00FF077E" w:rsidP="00D706AC"/>
    <w:p w14:paraId="4C0A45DD" w14:textId="77777777" w:rsidR="00D706AC" w:rsidRDefault="00D706AC" w:rsidP="00D706AC"/>
    <w:p w14:paraId="41271BB5" w14:textId="77777777" w:rsidR="00AF14C5" w:rsidRPr="00AF14C5" w:rsidRDefault="00AF14C5" w:rsidP="00AF14C5">
      <w:pPr>
        <w:jc w:val="center"/>
        <w:rPr>
          <w:b/>
          <w:sz w:val="40"/>
          <w:u w:val="single"/>
        </w:rPr>
      </w:pPr>
      <w:r w:rsidRPr="00AF14C5">
        <w:rPr>
          <w:b/>
          <w:sz w:val="40"/>
          <w:u w:val="single"/>
        </w:rPr>
        <w:lastRenderedPageBreak/>
        <w:t>Unit 1 Practice Problems</w:t>
      </w:r>
    </w:p>
    <w:p w14:paraId="145EC23A" w14:textId="77777777" w:rsidR="00D706AC" w:rsidRDefault="00D706AC" w:rsidP="00D706AC"/>
    <w:p w14:paraId="124DEBE3" w14:textId="77777777" w:rsidR="00D706AC" w:rsidRPr="00AF14C5" w:rsidRDefault="00D706AC" w:rsidP="00AF14C5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  <w:b/>
        </w:rPr>
      </w:pPr>
      <w:r w:rsidRPr="00AF14C5">
        <w:rPr>
          <w:rFonts w:ascii="Calibri" w:eastAsia="Times New Roman" w:hAnsi="Calibri" w:cs="Times New Roman"/>
          <w:b/>
        </w:rPr>
        <w:t>Give two examples of each of the following:</w:t>
      </w:r>
    </w:p>
    <w:p w14:paraId="525F1B83" w14:textId="77777777" w:rsidR="00D706AC" w:rsidRPr="007D4E63" w:rsidRDefault="00D706AC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  <w:b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728"/>
        <w:gridCol w:w="6300"/>
      </w:tblGrid>
      <w:tr w:rsidR="00D706AC" w:rsidRPr="00E167F5" w14:paraId="39C712AD" w14:textId="77777777" w:rsidTr="00ED47C4">
        <w:tc>
          <w:tcPr>
            <w:tcW w:w="1728" w:type="dxa"/>
            <w:shd w:val="clear" w:color="auto" w:fill="D9D9D9" w:themeFill="background1" w:themeFillShade="D9"/>
          </w:tcPr>
          <w:p w14:paraId="25AF4556" w14:textId="77777777" w:rsidR="00D706AC" w:rsidRPr="00E167F5" w:rsidRDefault="00D706AC" w:rsidP="00ED47C4">
            <w:pPr>
              <w:rPr>
                <w:rFonts w:ascii="Calibri" w:eastAsia="Times New Roman" w:hAnsi="Calibri" w:cs="Times New Roman"/>
                <w:b/>
              </w:rPr>
            </w:pPr>
            <w:r w:rsidRPr="00E167F5">
              <w:rPr>
                <w:rFonts w:ascii="Calibri" w:eastAsia="Times New Roman" w:hAnsi="Calibri" w:cs="Times New Roman"/>
                <w:b/>
              </w:rPr>
              <w:t>Type of Matter</w:t>
            </w:r>
          </w:p>
        </w:tc>
        <w:tc>
          <w:tcPr>
            <w:tcW w:w="6300" w:type="dxa"/>
            <w:shd w:val="clear" w:color="auto" w:fill="D9D9D9" w:themeFill="background1" w:themeFillShade="D9"/>
          </w:tcPr>
          <w:p w14:paraId="5003B86D" w14:textId="77777777" w:rsidR="00D706AC" w:rsidRPr="00E167F5" w:rsidRDefault="00D706AC" w:rsidP="00ED47C4">
            <w:pPr>
              <w:rPr>
                <w:rFonts w:ascii="Calibri" w:eastAsia="Times New Roman" w:hAnsi="Calibri" w:cs="Times New Roman"/>
                <w:b/>
              </w:rPr>
            </w:pPr>
            <w:r w:rsidRPr="00E167F5">
              <w:rPr>
                <w:rFonts w:ascii="Calibri" w:eastAsia="Times New Roman" w:hAnsi="Calibri" w:cs="Times New Roman"/>
                <w:b/>
              </w:rPr>
              <w:t>Examples</w:t>
            </w:r>
          </w:p>
        </w:tc>
      </w:tr>
      <w:tr w:rsidR="00D706AC" w:rsidRPr="00E167F5" w14:paraId="680DA2A2" w14:textId="77777777" w:rsidTr="00ED47C4">
        <w:tc>
          <w:tcPr>
            <w:tcW w:w="1728" w:type="dxa"/>
            <w:vMerge w:val="restart"/>
            <w:vAlign w:val="center"/>
          </w:tcPr>
          <w:p w14:paraId="252451F6" w14:textId="77777777" w:rsidR="00D706AC" w:rsidRPr="00E167F5" w:rsidRDefault="00D706AC" w:rsidP="00ED47C4">
            <w:pPr>
              <w:rPr>
                <w:rFonts w:ascii="Calibri" w:eastAsia="Times New Roman" w:hAnsi="Calibri" w:cs="Times New Roman"/>
              </w:rPr>
            </w:pPr>
            <w:r w:rsidRPr="00E167F5">
              <w:rPr>
                <w:rFonts w:ascii="Calibri" w:eastAsia="Times New Roman" w:hAnsi="Calibri" w:cs="Times New Roman"/>
              </w:rPr>
              <w:t>Element</w:t>
            </w:r>
          </w:p>
        </w:tc>
        <w:tc>
          <w:tcPr>
            <w:tcW w:w="6300" w:type="dxa"/>
          </w:tcPr>
          <w:p w14:paraId="7D691F68" w14:textId="77777777" w:rsidR="00D706AC" w:rsidRPr="00E167F5" w:rsidRDefault="00D706AC" w:rsidP="00ED47C4">
            <w:pPr>
              <w:rPr>
                <w:rFonts w:ascii="Calibri" w:eastAsia="Times New Roman" w:hAnsi="Calibri" w:cs="Times New Roman"/>
              </w:rPr>
            </w:pPr>
          </w:p>
          <w:p w14:paraId="44E6DF34" w14:textId="77777777" w:rsidR="00D706AC" w:rsidRPr="00E167F5" w:rsidRDefault="00D706AC" w:rsidP="00ED47C4">
            <w:pPr>
              <w:rPr>
                <w:rFonts w:ascii="Calibri" w:eastAsia="Times New Roman" w:hAnsi="Calibri" w:cs="Times New Roman"/>
              </w:rPr>
            </w:pPr>
          </w:p>
        </w:tc>
      </w:tr>
      <w:tr w:rsidR="00D706AC" w:rsidRPr="00E167F5" w14:paraId="2C202625" w14:textId="77777777" w:rsidTr="00ED47C4">
        <w:tc>
          <w:tcPr>
            <w:tcW w:w="1728" w:type="dxa"/>
            <w:vMerge/>
            <w:vAlign w:val="center"/>
          </w:tcPr>
          <w:p w14:paraId="6E250B66" w14:textId="77777777" w:rsidR="00D706AC" w:rsidRPr="00E167F5" w:rsidRDefault="00D706AC" w:rsidP="00ED47C4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6300" w:type="dxa"/>
          </w:tcPr>
          <w:p w14:paraId="1E332D23" w14:textId="77777777" w:rsidR="00D706AC" w:rsidRPr="00E167F5" w:rsidRDefault="00D706AC" w:rsidP="00ED47C4">
            <w:pPr>
              <w:rPr>
                <w:rFonts w:ascii="Calibri" w:eastAsia="Times New Roman" w:hAnsi="Calibri" w:cs="Times New Roman"/>
              </w:rPr>
            </w:pPr>
          </w:p>
          <w:p w14:paraId="2C574C8A" w14:textId="77777777" w:rsidR="00D706AC" w:rsidRPr="00E167F5" w:rsidRDefault="00D706AC" w:rsidP="00ED47C4">
            <w:pPr>
              <w:rPr>
                <w:rFonts w:ascii="Calibri" w:eastAsia="Times New Roman" w:hAnsi="Calibri" w:cs="Times New Roman"/>
              </w:rPr>
            </w:pPr>
          </w:p>
        </w:tc>
      </w:tr>
      <w:tr w:rsidR="00D706AC" w:rsidRPr="00E167F5" w14:paraId="28E341B0" w14:textId="77777777" w:rsidTr="00ED47C4">
        <w:tc>
          <w:tcPr>
            <w:tcW w:w="1728" w:type="dxa"/>
            <w:vMerge w:val="restart"/>
            <w:vAlign w:val="center"/>
          </w:tcPr>
          <w:p w14:paraId="68643560" w14:textId="77777777" w:rsidR="00D706AC" w:rsidRPr="00E167F5" w:rsidRDefault="00D706AC" w:rsidP="00ED47C4">
            <w:pPr>
              <w:rPr>
                <w:rFonts w:ascii="Calibri" w:eastAsia="Times New Roman" w:hAnsi="Calibri" w:cs="Times New Roman"/>
              </w:rPr>
            </w:pPr>
            <w:r w:rsidRPr="00E167F5">
              <w:rPr>
                <w:rFonts w:ascii="Calibri" w:eastAsia="Times New Roman" w:hAnsi="Calibri" w:cs="Times New Roman"/>
              </w:rPr>
              <w:t>Compound</w:t>
            </w:r>
          </w:p>
        </w:tc>
        <w:tc>
          <w:tcPr>
            <w:tcW w:w="6300" w:type="dxa"/>
          </w:tcPr>
          <w:p w14:paraId="67609F34" w14:textId="77777777" w:rsidR="00D706AC" w:rsidRPr="00E167F5" w:rsidRDefault="00D706AC" w:rsidP="00ED47C4">
            <w:pPr>
              <w:rPr>
                <w:rFonts w:ascii="Calibri" w:eastAsia="Times New Roman" w:hAnsi="Calibri" w:cs="Times New Roman"/>
              </w:rPr>
            </w:pPr>
          </w:p>
          <w:p w14:paraId="00C88D59" w14:textId="77777777" w:rsidR="00D706AC" w:rsidRPr="00E167F5" w:rsidRDefault="00D706AC" w:rsidP="00ED47C4">
            <w:pPr>
              <w:rPr>
                <w:rFonts w:ascii="Calibri" w:eastAsia="Times New Roman" w:hAnsi="Calibri" w:cs="Times New Roman"/>
              </w:rPr>
            </w:pPr>
          </w:p>
        </w:tc>
      </w:tr>
      <w:tr w:rsidR="00D706AC" w:rsidRPr="00E167F5" w14:paraId="56EB0260" w14:textId="77777777" w:rsidTr="00ED47C4">
        <w:tc>
          <w:tcPr>
            <w:tcW w:w="1728" w:type="dxa"/>
            <w:vMerge/>
            <w:vAlign w:val="center"/>
          </w:tcPr>
          <w:p w14:paraId="315BB2D0" w14:textId="77777777" w:rsidR="00D706AC" w:rsidRPr="00E167F5" w:rsidRDefault="00D706AC" w:rsidP="00ED47C4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6300" w:type="dxa"/>
          </w:tcPr>
          <w:p w14:paraId="25E7AB8B" w14:textId="77777777" w:rsidR="00D706AC" w:rsidRPr="00E167F5" w:rsidRDefault="00D706AC" w:rsidP="00ED47C4">
            <w:pPr>
              <w:rPr>
                <w:rFonts w:ascii="Calibri" w:eastAsia="Times New Roman" w:hAnsi="Calibri" w:cs="Times New Roman"/>
              </w:rPr>
            </w:pPr>
          </w:p>
          <w:p w14:paraId="43ACCAC0" w14:textId="77777777" w:rsidR="00D706AC" w:rsidRPr="00E167F5" w:rsidRDefault="00D706AC" w:rsidP="00ED47C4">
            <w:pPr>
              <w:rPr>
                <w:rFonts w:ascii="Calibri" w:eastAsia="Times New Roman" w:hAnsi="Calibri" w:cs="Times New Roman"/>
              </w:rPr>
            </w:pPr>
          </w:p>
        </w:tc>
      </w:tr>
      <w:tr w:rsidR="00D706AC" w:rsidRPr="00E167F5" w14:paraId="4E27093F" w14:textId="77777777" w:rsidTr="00ED47C4">
        <w:tc>
          <w:tcPr>
            <w:tcW w:w="1728" w:type="dxa"/>
            <w:vMerge w:val="restart"/>
            <w:vAlign w:val="center"/>
          </w:tcPr>
          <w:p w14:paraId="10C6FE23" w14:textId="77777777" w:rsidR="00D706AC" w:rsidRPr="00E167F5" w:rsidRDefault="00D706AC" w:rsidP="00ED47C4">
            <w:pPr>
              <w:rPr>
                <w:rFonts w:ascii="Calibri" w:eastAsia="Times New Roman" w:hAnsi="Calibri" w:cs="Times New Roman"/>
              </w:rPr>
            </w:pPr>
            <w:r w:rsidRPr="00E167F5">
              <w:rPr>
                <w:rFonts w:ascii="Calibri" w:eastAsia="Times New Roman" w:hAnsi="Calibri" w:cs="Times New Roman"/>
              </w:rPr>
              <w:t>Heterogeneous mixture</w:t>
            </w:r>
          </w:p>
        </w:tc>
        <w:tc>
          <w:tcPr>
            <w:tcW w:w="6300" w:type="dxa"/>
          </w:tcPr>
          <w:p w14:paraId="3D102F59" w14:textId="77777777" w:rsidR="00D706AC" w:rsidRPr="00E167F5" w:rsidRDefault="00D706AC" w:rsidP="00ED47C4">
            <w:pPr>
              <w:rPr>
                <w:rFonts w:ascii="Calibri" w:eastAsia="Times New Roman" w:hAnsi="Calibri" w:cs="Times New Roman"/>
              </w:rPr>
            </w:pPr>
          </w:p>
          <w:p w14:paraId="30F550BC" w14:textId="77777777" w:rsidR="00D706AC" w:rsidRPr="00E167F5" w:rsidRDefault="00D706AC" w:rsidP="00ED47C4">
            <w:pPr>
              <w:rPr>
                <w:rFonts w:ascii="Calibri" w:eastAsia="Times New Roman" w:hAnsi="Calibri" w:cs="Times New Roman"/>
              </w:rPr>
            </w:pPr>
          </w:p>
        </w:tc>
      </w:tr>
      <w:tr w:rsidR="00D706AC" w:rsidRPr="00E167F5" w14:paraId="51F4C2CE" w14:textId="77777777" w:rsidTr="00ED47C4">
        <w:tc>
          <w:tcPr>
            <w:tcW w:w="1728" w:type="dxa"/>
            <w:vMerge/>
            <w:vAlign w:val="center"/>
          </w:tcPr>
          <w:p w14:paraId="4A9AA4A1" w14:textId="77777777" w:rsidR="00D706AC" w:rsidRPr="00E167F5" w:rsidRDefault="00D706AC" w:rsidP="00ED47C4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6300" w:type="dxa"/>
          </w:tcPr>
          <w:p w14:paraId="29AAA029" w14:textId="77777777" w:rsidR="00D706AC" w:rsidRPr="00E167F5" w:rsidRDefault="00D706AC" w:rsidP="00ED47C4">
            <w:pPr>
              <w:rPr>
                <w:rFonts w:ascii="Calibri" w:eastAsia="Times New Roman" w:hAnsi="Calibri" w:cs="Times New Roman"/>
              </w:rPr>
            </w:pPr>
          </w:p>
          <w:p w14:paraId="11CF1F69" w14:textId="77777777" w:rsidR="00D706AC" w:rsidRPr="00E167F5" w:rsidRDefault="00D706AC" w:rsidP="00ED47C4">
            <w:pPr>
              <w:rPr>
                <w:rFonts w:ascii="Calibri" w:eastAsia="Times New Roman" w:hAnsi="Calibri" w:cs="Times New Roman"/>
              </w:rPr>
            </w:pPr>
          </w:p>
        </w:tc>
      </w:tr>
      <w:tr w:rsidR="00D706AC" w:rsidRPr="00E167F5" w14:paraId="200DD336" w14:textId="77777777" w:rsidTr="00ED47C4">
        <w:tc>
          <w:tcPr>
            <w:tcW w:w="1728" w:type="dxa"/>
            <w:vMerge w:val="restart"/>
            <w:vAlign w:val="center"/>
          </w:tcPr>
          <w:p w14:paraId="35E23380" w14:textId="77777777" w:rsidR="00D706AC" w:rsidRPr="00E167F5" w:rsidRDefault="00D706AC" w:rsidP="00ED47C4">
            <w:pPr>
              <w:rPr>
                <w:rFonts w:ascii="Calibri" w:eastAsia="Times New Roman" w:hAnsi="Calibri" w:cs="Times New Roman"/>
              </w:rPr>
            </w:pPr>
            <w:r w:rsidRPr="00E167F5">
              <w:rPr>
                <w:rFonts w:ascii="Calibri" w:eastAsia="Times New Roman" w:hAnsi="Calibri" w:cs="Times New Roman"/>
              </w:rPr>
              <w:t>Homogeneous mixture</w:t>
            </w:r>
          </w:p>
        </w:tc>
        <w:tc>
          <w:tcPr>
            <w:tcW w:w="6300" w:type="dxa"/>
          </w:tcPr>
          <w:p w14:paraId="41DE8719" w14:textId="77777777" w:rsidR="00D706AC" w:rsidRPr="00E167F5" w:rsidRDefault="00D706AC" w:rsidP="00ED47C4">
            <w:pPr>
              <w:rPr>
                <w:rFonts w:ascii="Calibri" w:eastAsia="Times New Roman" w:hAnsi="Calibri" w:cs="Times New Roman"/>
              </w:rPr>
            </w:pPr>
          </w:p>
          <w:p w14:paraId="10F19C82" w14:textId="77777777" w:rsidR="00D706AC" w:rsidRPr="00E167F5" w:rsidRDefault="00D706AC" w:rsidP="00ED47C4">
            <w:pPr>
              <w:rPr>
                <w:rFonts w:ascii="Calibri" w:eastAsia="Times New Roman" w:hAnsi="Calibri" w:cs="Times New Roman"/>
              </w:rPr>
            </w:pPr>
          </w:p>
        </w:tc>
      </w:tr>
      <w:tr w:rsidR="00D706AC" w:rsidRPr="00E167F5" w14:paraId="584E26C0" w14:textId="77777777" w:rsidTr="00ED47C4">
        <w:tc>
          <w:tcPr>
            <w:tcW w:w="1728" w:type="dxa"/>
            <w:vMerge/>
          </w:tcPr>
          <w:p w14:paraId="4D6C89FF" w14:textId="77777777" w:rsidR="00D706AC" w:rsidRPr="00E167F5" w:rsidRDefault="00D706AC" w:rsidP="00ED47C4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6300" w:type="dxa"/>
          </w:tcPr>
          <w:p w14:paraId="57F6CB22" w14:textId="77777777" w:rsidR="00D706AC" w:rsidRPr="00E167F5" w:rsidRDefault="00D706AC" w:rsidP="00ED47C4">
            <w:pPr>
              <w:rPr>
                <w:rFonts w:ascii="Calibri" w:eastAsia="Times New Roman" w:hAnsi="Calibri" w:cs="Times New Roman"/>
              </w:rPr>
            </w:pPr>
          </w:p>
          <w:p w14:paraId="31DBCCD7" w14:textId="77777777" w:rsidR="00D706AC" w:rsidRPr="00E167F5" w:rsidRDefault="00D706AC" w:rsidP="00ED47C4">
            <w:pPr>
              <w:rPr>
                <w:rFonts w:ascii="Calibri" w:eastAsia="Times New Roman" w:hAnsi="Calibri" w:cs="Times New Roman"/>
              </w:rPr>
            </w:pPr>
          </w:p>
        </w:tc>
      </w:tr>
    </w:tbl>
    <w:p w14:paraId="49317B00" w14:textId="77777777" w:rsidR="00D706AC" w:rsidRPr="00E167F5" w:rsidRDefault="00D706AC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</w:rPr>
      </w:pPr>
    </w:p>
    <w:p w14:paraId="0A489462" w14:textId="77777777" w:rsidR="00D706AC" w:rsidRPr="00AF14C5" w:rsidRDefault="00D706AC" w:rsidP="00AF14C5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  <w:b/>
        </w:rPr>
      </w:pPr>
      <w:r w:rsidRPr="00AF14C5">
        <w:rPr>
          <w:rFonts w:ascii="Calibri" w:eastAsia="Times New Roman" w:hAnsi="Calibri" w:cs="Times New Roman"/>
          <w:b/>
        </w:rPr>
        <w:t>Classify each of the following diagrams by placing the correct label in the blanks below:</w:t>
      </w:r>
    </w:p>
    <w:p w14:paraId="1D711DDD" w14:textId="77777777" w:rsidR="00D706AC" w:rsidRPr="00E167F5" w:rsidRDefault="00D706AC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</w:rPr>
        <w:sectPr w:rsidR="00D706AC" w:rsidRPr="00E167F5" w:rsidSect="00E62359">
          <w:type w:val="continuous"/>
          <w:pgSz w:w="12240" w:h="15840"/>
          <w:pgMar w:top="720" w:right="1080" w:bottom="835" w:left="1080" w:header="720" w:footer="720" w:gutter="0"/>
          <w:cols w:space="720"/>
          <w:docGrid w:linePitch="360"/>
        </w:sectPr>
      </w:pPr>
    </w:p>
    <w:p w14:paraId="17936BD9" w14:textId="77777777" w:rsidR="00D706AC" w:rsidRPr="00E167F5" w:rsidRDefault="00D706AC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  <w:sz w:val="22"/>
          <w:szCs w:val="22"/>
        </w:rPr>
      </w:pPr>
      <w:r w:rsidRPr="00E167F5">
        <w:rPr>
          <w:rFonts w:ascii="Calibri" w:eastAsia="Times New Roman" w:hAnsi="Calibri" w:cs="Times New Roman"/>
          <w:sz w:val="22"/>
          <w:szCs w:val="22"/>
        </w:rPr>
        <w:tab/>
        <w:t>A = element</w:t>
      </w:r>
    </w:p>
    <w:p w14:paraId="0D9D1F07" w14:textId="77777777" w:rsidR="00D706AC" w:rsidRPr="00E167F5" w:rsidRDefault="00D706AC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  <w:sz w:val="22"/>
          <w:szCs w:val="22"/>
        </w:rPr>
      </w:pPr>
      <w:r w:rsidRPr="00E167F5">
        <w:rPr>
          <w:rFonts w:ascii="Calibri" w:eastAsia="Times New Roman" w:hAnsi="Calibri" w:cs="Times New Roman"/>
          <w:sz w:val="22"/>
          <w:szCs w:val="22"/>
        </w:rPr>
        <w:tab/>
        <w:t>B = compound</w:t>
      </w:r>
    </w:p>
    <w:p w14:paraId="5FBC160D" w14:textId="77777777" w:rsidR="00D706AC" w:rsidRPr="00E167F5" w:rsidRDefault="00D706AC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  <w:sz w:val="22"/>
          <w:szCs w:val="22"/>
        </w:rPr>
      </w:pPr>
      <w:r w:rsidRPr="00E167F5">
        <w:rPr>
          <w:rFonts w:ascii="Calibri" w:eastAsia="Times New Roman" w:hAnsi="Calibri" w:cs="Times New Roman"/>
          <w:sz w:val="22"/>
          <w:szCs w:val="22"/>
        </w:rPr>
        <w:tab/>
        <w:t>C = mixture of elements</w:t>
      </w:r>
    </w:p>
    <w:p w14:paraId="4DA6C7A4" w14:textId="77777777" w:rsidR="00D706AC" w:rsidRPr="00E167F5" w:rsidRDefault="00D706AC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  <w:sz w:val="22"/>
          <w:szCs w:val="22"/>
        </w:rPr>
      </w:pPr>
      <w:r w:rsidRPr="00E167F5">
        <w:rPr>
          <w:rFonts w:ascii="Calibri" w:eastAsia="Times New Roman" w:hAnsi="Calibri" w:cs="Times New Roman"/>
          <w:sz w:val="22"/>
          <w:szCs w:val="22"/>
        </w:rPr>
        <w:t>D = mixture of compounds</w:t>
      </w:r>
    </w:p>
    <w:p w14:paraId="1245AD08" w14:textId="77777777" w:rsidR="00D706AC" w:rsidRPr="00E167F5" w:rsidRDefault="00D706AC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  <w:sz w:val="22"/>
          <w:szCs w:val="22"/>
        </w:rPr>
      </w:pPr>
      <w:r w:rsidRPr="00E167F5">
        <w:rPr>
          <w:rFonts w:ascii="Calibri" w:eastAsia="Times New Roman" w:hAnsi="Calibri" w:cs="Times New Roman"/>
          <w:sz w:val="22"/>
          <w:szCs w:val="22"/>
        </w:rPr>
        <w:t>E = mixture of elements and compounds</w:t>
      </w:r>
    </w:p>
    <w:p w14:paraId="160BC634" w14:textId="77777777" w:rsidR="00D706AC" w:rsidRPr="00E167F5" w:rsidRDefault="00D706AC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</w:rPr>
        <w:sectPr w:rsidR="00D706AC" w:rsidRPr="00E167F5" w:rsidSect="00E62359">
          <w:type w:val="continuous"/>
          <w:pgSz w:w="12240" w:h="15840"/>
          <w:pgMar w:top="720" w:right="1080" w:bottom="835" w:left="1080" w:header="720" w:footer="720" w:gutter="0"/>
          <w:cols w:num="2" w:space="720"/>
          <w:docGrid w:linePitch="360"/>
        </w:sectPr>
      </w:pPr>
    </w:p>
    <w:p w14:paraId="5CBF7881" w14:textId="77777777" w:rsidR="00D706AC" w:rsidRPr="00E167F5" w:rsidRDefault="00D706AC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</w:rPr>
      </w:pPr>
      <w:r w:rsidRPr="00E167F5">
        <w:rPr>
          <w:rFonts w:ascii="Calibri" w:eastAsia="Times New Roman" w:hAnsi="Calibri" w:cs="Times New Roman"/>
          <w:noProof/>
        </w:rPr>
        <w:drawing>
          <wp:anchor distT="0" distB="0" distL="114300" distR="114300" simplePos="0" relativeHeight="251659264" behindDoc="0" locked="0" layoutInCell="1" allowOverlap="1" wp14:anchorId="7AFBAD44" wp14:editId="24330F27">
            <wp:simplePos x="0" y="0"/>
            <wp:positionH relativeFrom="column">
              <wp:posOffset>571500</wp:posOffset>
            </wp:positionH>
            <wp:positionV relativeFrom="paragraph">
              <wp:posOffset>64770</wp:posOffset>
            </wp:positionV>
            <wp:extent cx="4706436" cy="2578735"/>
            <wp:effectExtent l="0" t="0" r="0" b="12065"/>
            <wp:wrapNone/>
            <wp:docPr id="4" name="Picture 4" descr="Macintosh HD:private:var:folders:zg:d_5t3v2s6zbc2tdczg0hfv1h0000gn:T:com.skitch.skitch:Classification_of_Matter_-_Elements_Compounds___Mixtures__page_1_of_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zg:d_5t3v2s6zbc2tdczg0hfv1h0000gn:T:com.skitch.skitch:Classification_of_Matter_-_Elements_Compounds___Mixtures__page_1_of_2_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7011" cy="257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7ECEDF" w14:textId="77777777" w:rsidR="00D706AC" w:rsidRPr="00E167F5" w:rsidRDefault="00D706AC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</w:rPr>
      </w:pPr>
    </w:p>
    <w:p w14:paraId="73D30AF7" w14:textId="77777777" w:rsidR="00D706AC" w:rsidRPr="00E167F5" w:rsidRDefault="00D706AC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</w:rPr>
      </w:pPr>
    </w:p>
    <w:p w14:paraId="02588A4A" w14:textId="77777777" w:rsidR="00D706AC" w:rsidRPr="00E167F5" w:rsidRDefault="00D706AC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</w:rPr>
      </w:pPr>
    </w:p>
    <w:p w14:paraId="19BDE35F" w14:textId="77777777" w:rsidR="00D706AC" w:rsidRPr="00E167F5" w:rsidRDefault="00D706AC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</w:rPr>
      </w:pPr>
    </w:p>
    <w:p w14:paraId="24C8669E" w14:textId="77777777" w:rsidR="00D706AC" w:rsidRPr="00E167F5" w:rsidRDefault="00D706AC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</w:rPr>
      </w:pPr>
    </w:p>
    <w:p w14:paraId="3715813C" w14:textId="77777777" w:rsidR="00D706AC" w:rsidRPr="00E167F5" w:rsidRDefault="00D706AC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</w:rPr>
      </w:pPr>
    </w:p>
    <w:p w14:paraId="4F0B995D" w14:textId="77777777" w:rsidR="00D706AC" w:rsidRPr="00E167F5" w:rsidRDefault="00D706AC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</w:rPr>
      </w:pPr>
    </w:p>
    <w:p w14:paraId="0B0751F7" w14:textId="77777777" w:rsidR="00D706AC" w:rsidRPr="00E167F5" w:rsidRDefault="00D706AC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</w:rPr>
      </w:pPr>
    </w:p>
    <w:p w14:paraId="32E027A7" w14:textId="77777777" w:rsidR="00D706AC" w:rsidRPr="00E167F5" w:rsidRDefault="00D706AC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</w:rPr>
      </w:pPr>
    </w:p>
    <w:p w14:paraId="5C5E10FA" w14:textId="77777777" w:rsidR="00D706AC" w:rsidRDefault="00D706AC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</w:rPr>
      </w:pPr>
    </w:p>
    <w:p w14:paraId="1FBE2276" w14:textId="77777777" w:rsidR="00AF14C5" w:rsidRDefault="00AF14C5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</w:rPr>
      </w:pPr>
    </w:p>
    <w:p w14:paraId="5C3CC1F6" w14:textId="77777777" w:rsidR="00AF14C5" w:rsidRDefault="00AF14C5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</w:rPr>
      </w:pPr>
    </w:p>
    <w:p w14:paraId="21E9E3F1" w14:textId="77777777" w:rsidR="00AF14C5" w:rsidRPr="00E167F5" w:rsidRDefault="00AF14C5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</w:rPr>
      </w:pPr>
    </w:p>
    <w:p w14:paraId="24DA6BC5" w14:textId="77777777" w:rsidR="00D706AC" w:rsidRPr="00E167F5" w:rsidRDefault="00D706AC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</w:rPr>
      </w:pPr>
    </w:p>
    <w:p w14:paraId="5E698716" w14:textId="77777777" w:rsidR="00D706AC" w:rsidRPr="00AF14C5" w:rsidRDefault="00D706AC" w:rsidP="00AF14C5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</w:rPr>
      </w:pPr>
      <w:r w:rsidRPr="00AF14C5">
        <w:rPr>
          <w:rFonts w:ascii="Calibri" w:eastAsia="Times New Roman" w:hAnsi="Calibri" w:cs="Times New Roman"/>
        </w:rPr>
        <w:t xml:space="preserve">What is the BIGGEST difference between a </w:t>
      </w:r>
      <w:r w:rsidRPr="00AF14C5">
        <w:rPr>
          <w:rFonts w:ascii="Calibri" w:eastAsia="Times New Roman" w:hAnsi="Calibri" w:cs="Times New Roman"/>
          <w:u w:val="single"/>
        </w:rPr>
        <w:t>chemical change</w:t>
      </w:r>
      <w:r w:rsidRPr="00AF14C5">
        <w:rPr>
          <w:rFonts w:ascii="Calibri" w:eastAsia="Times New Roman" w:hAnsi="Calibri" w:cs="Times New Roman"/>
        </w:rPr>
        <w:t xml:space="preserve"> and a </w:t>
      </w:r>
      <w:r w:rsidRPr="00AF14C5">
        <w:rPr>
          <w:rFonts w:ascii="Calibri" w:eastAsia="Times New Roman" w:hAnsi="Calibri" w:cs="Times New Roman"/>
          <w:u w:val="single"/>
        </w:rPr>
        <w:t>physical change</w:t>
      </w:r>
      <w:r w:rsidRPr="00AF14C5">
        <w:rPr>
          <w:rFonts w:ascii="Calibri" w:eastAsia="Times New Roman" w:hAnsi="Calibri" w:cs="Times New Roman"/>
        </w:rPr>
        <w:t>?</w:t>
      </w:r>
    </w:p>
    <w:p w14:paraId="117036D4" w14:textId="77777777" w:rsidR="00D706AC" w:rsidRPr="00E167F5" w:rsidRDefault="00D706AC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</w:rPr>
      </w:pPr>
    </w:p>
    <w:p w14:paraId="18F422B5" w14:textId="77777777" w:rsidR="00D706AC" w:rsidRPr="00E167F5" w:rsidRDefault="00D706AC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</w:rPr>
      </w:pPr>
    </w:p>
    <w:p w14:paraId="68E43C5D" w14:textId="77777777" w:rsidR="00D706AC" w:rsidRPr="00E167F5" w:rsidRDefault="00D706AC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</w:rPr>
      </w:pPr>
    </w:p>
    <w:p w14:paraId="16ECA7FC" w14:textId="77777777" w:rsidR="00D706AC" w:rsidRPr="00E167F5" w:rsidRDefault="00D706AC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</w:rPr>
      </w:pPr>
    </w:p>
    <w:p w14:paraId="0FF52D1E" w14:textId="77777777" w:rsidR="00D706AC" w:rsidRPr="00E167F5" w:rsidRDefault="00D706AC" w:rsidP="00D706A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Times New Roman" w:hAnsi="Calibri" w:cs="Times New Roman"/>
        </w:rPr>
      </w:pPr>
    </w:p>
    <w:p w14:paraId="4BD07EB6" w14:textId="77777777" w:rsidR="00AF14C5" w:rsidRPr="00AF14C5" w:rsidRDefault="00AF14C5" w:rsidP="00AF14C5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 w:cs="Times New Roman"/>
          <w:b/>
        </w:rPr>
        <w:sectPr w:rsidR="00AF14C5" w:rsidRPr="00AF14C5" w:rsidSect="00E62359">
          <w:type w:val="continuous"/>
          <w:pgSz w:w="12240" w:h="15840"/>
          <w:pgMar w:top="720" w:right="1080" w:bottom="835" w:left="1080" w:header="720" w:footer="720" w:gutter="0"/>
          <w:cols w:space="720"/>
          <w:docGrid w:linePitch="360"/>
        </w:sectPr>
      </w:pPr>
      <w:r w:rsidRPr="00AF14C5">
        <w:rPr>
          <w:rFonts w:ascii="Calibri" w:hAnsi="Calibri" w:cs="Times New Roman"/>
          <w:b/>
        </w:rPr>
        <w:t>Below is a list of things that might happen during a chemical or physical change. Write a P next to the signs of a physical change and a C next to the signs of a chemical change.</w:t>
      </w:r>
    </w:p>
    <w:p w14:paraId="1899E968" w14:textId="77777777" w:rsidR="00AF14C5" w:rsidRPr="00F951EC" w:rsidRDefault="00AF14C5" w:rsidP="00AF14C5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 w:cs="Times New Roman"/>
        </w:rPr>
      </w:pPr>
      <w:r w:rsidRPr="00F951EC">
        <w:rPr>
          <w:rFonts w:ascii="Calibri" w:hAnsi="Calibri" w:cs="Times New Roman"/>
        </w:rPr>
        <w:t>_______ New substance created</w:t>
      </w:r>
    </w:p>
    <w:p w14:paraId="17705860" w14:textId="77777777" w:rsidR="00AF14C5" w:rsidRPr="00F951EC" w:rsidRDefault="00AF14C5" w:rsidP="00AF14C5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 w:cs="Times New Roman"/>
        </w:rPr>
      </w:pPr>
      <w:r w:rsidRPr="00F951EC">
        <w:rPr>
          <w:rFonts w:ascii="Calibri" w:hAnsi="Calibri" w:cs="Times New Roman"/>
        </w:rPr>
        <w:t>_______ Fizzing/foaming</w:t>
      </w:r>
    </w:p>
    <w:p w14:paraId="4BFB14F2" w14:textId="77777777" w:rsidR="00AF14C5" w:rsidRPr="00F951EC" w:rsidRDefault="00AF14C5" w:rsidP="00AF14C5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 w:cs="Times New Roman"/>
        </w:rPr>
      </w:pPr>
      <w:r w:rsidRPr="00F951EC">
        <w:rPr>
          <w:rFonts w:ascii="Calibri" w:hAnsi="Calibri" w:cs="Times New Roman"/>
        </w:rPr>
        <w:t>_______ Phase change</w:t>
      </w:r>
    </w:p>
    <w:p w14:paraId="7A5F58FC" w14:textId="77777777" w:rsidR="00AF14C5" w:rsidRPr="00F951EC" w:rsidRDefault="00AF14C5" w:rsidP="00AF14C5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 w:cs="Times New Roman"/>
        </w:rPr>
      </w:pPr>
      <w:r w:rsidRPr="00F951EC">
        <w:rPr>
          <w:rFonts w:ascii="Calibri" w:hAnsi="Calibri" w:cs="Times New Roman"/>
        </w:rPr>
        <w:t>_______ Shape/size change</w:t>
      </w:r>
    </w:p>
    <w:p w14:paraId="23B46547" w14:textId="77777777" w:rsidR="00AF14C5" w:rsidRPr="00F951EC" w:rsidRDefault="00AF14C5" w:rsidP="00AF14C5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 w:cs="Times New Roman"/>
        </w:rPr>
      </w:pPr>
      <w:r w:rsidRPr="00F951EC">
        <w:rPr>
          <w:rFonts w:ascii="Calibri" w:hAnsi="Calibri" w:cs="Times New Roman"/>
        </w:rPr>
        <w:t>_______ Flames/burning</w:t>
      </w:r>
    </w:p>
    <w:p w14:paraId="5A9E2484" w14:textId="77777777" w:rsidR="00AF14C5" w:rsidRPr="00F951EC" w:rsidRDefault="00AF14C5" w:rsidP="00AF14C5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 w:cs="Times New Roman"/>
        </w:rPr>
      </w:pPr>
      <w:r w:rsidRPr="00F951EC">
        <w:rPr>
          <w:rFonts w:ascii="Calibri" w:hAnsi="Calibri" w:cs="Times New Roman"/>
        </w:rPr>
        <w:t>_______ Something dissolving</w:t>
      </w:r>
    </w:p>
    <w:p w14:paraId="7FEBBFFB" w14:textId="18753485" w:rsidR="00AF14C5" w:rsidRPr="00F951EC" w:rsidRDefault="00E16D51" w:rsidP="00AF14C5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 w:cs="Times New Roman"/>
        </w:rPr>
        <w:sectPr w:rsidR="00AF14C5" w:rsidRPr="00F951EC" w:rsidSect="00E62359">
          <w:type w:val="continuous"/>
          <w:pgSz w:w="12240" w:h="15840"/>
          <w:pgMar w:top="720" w:right="1080" w:bottom="835" w:left="1080" w:header="720" w:footer="720" w:gutter="0"/>
          <w:cols w:num="2" w:space="720"/>
          <w:docGrid w:linePitch="360"/>
        </w:sectPr>
      </w:pPr>
      <w:r>
        <w:rPr>
          <w:rFonts w:ascii="Calibri" w:hAnsi="Calibri" w:cs="Times New Roman"/>
        </w:rPr>
        <w:t>_______ Gas produced</w:t>
      </w:r>
    </w:p>
    <w:p w14:paraId="79FA698A" w14:textId="77777777" w:rsidR="00AF14C5" w:rsidRPr="00AF14C5" w:rsidRDefault="00AF14C5" w:rsidP="00AF14C5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 w:cs="Times New Roman"/>
          <w:b/>
        </w:rPr>
        <w:sectPr w:rsidR="00AF14C5" w:rsidRPr="00AF14C5" w:rsidSect="00E62359">
          <w:type w:val="continuous"/>
          <w:pgSz w:w="12240" w:h="15840"/>
          <w:pgMar w:top="720" w:right="1080" w:bottom="835" w:left="1080" w:header="720" w:footer="720" w:gutter="0"/>
          <w:cols w:space="720"/>
          <w:docGrid w:linePitch="360"/>
        </w:sectPr>
      </w:pPr>
      <w:r w:rsidRPr="00AF14C5">
        <w:rPr>
          <w:rFonts w:ascii="Calibri" w:eastAsia="Times New Roman" w:hAnsi="Calibri" w:cs="Times New Roman"/>
          <w:b/>
          <w:color w:val="000000"/>
        </w:rPr>
        <w:t xml:space="preserve">Real life examples. </w:t>
      </w:r>
      <w:r w:rsidRPr="00AF14C5">
        <w:rPr>
          <w:rFonts w:ascii="Calibri" w:hAnsi="Calibri" w:cs="Times New Roman"/>
          <w:b/>
        </w:rPr>
        <w:t>Write a P next to the signs of a physical change and a C next to the signs of a chemical change.</w:t>
      </w:r>
    </w:p>
    <w:p w14:paraId="16AFBBE3" w14:textId="77777777" w:rsidR="00AF14C5" w:rsidRPr="00F951EC" w:rsidRDefault="00AF14C5" w:rsidP="00AF14C5">
      <w:pPr>
        <w:pStyle w:val="ListParagraph"/>
        <w:numPr>
          <w:ilvl w:val="0"/>
          <w:numId w:val="8"/>
        </w:numPr>
        <w:spacing w:line="360" w:lineRule="auto"/>
        <w:rPr>
          <w:rFonts w:ascii="Calibri" w:hAnsi="Calibri" w:cs="Times New Roman"/>
        </w:rPr>
      </w:pPr>
      <w:r w:rsidRPr="00F951EC">
        <w:rPr>
          <w:rFonts w:ascii="Calibri" w:hAnsi="Calibri" w:cs="Times New Roman"/>
        </w:rPr>
        <w:t>_______ Tearing a piece of paper</w:t>
      </w:r>
    </w:p>
    <w:p w14:paraId="6EC7A48A" w14:textId="77777777" w:rsidR="00AF14C5" w:rsidRPr="00F951EC" w:rsidRDefault="00AF14C5" w:rsidP="00AF14C5">
      <w:pPr>
        <w:pStyle w:val="ListParagraph"/>
        <w:numPr>
          <w:ilvl w:val="0"/>
          <w:numId w:val="8"/>
        </w:numPr>
        <w:spacing w:line="360" w:lineRule="auto"/>
        <w:rPr>
          <w:rFonts w:ascii="Calibri" w:hAnsi="Calibri" w:cs="Times New Roman"/>
        </w:rPr>
      </w:pPr>
      <w:r w:rsidRPr="00F951EC">
        <w:rPr>
          <w:rFonts w:ascii="Calibri" w:hAnsi="Calibri" w:cs="Times New Roman"/>
        </w:rPr>
        <w:t>_______ Cooking eggs</w:t>
      </w:r>
    </w:p>
    <w:p w14:paraId="7C00415C" w14:textId="77777777" w:rsidR="00AF14C5" w:rsidRPr="00F951EC" w:rsidRDefault="00AF14C5" w:rsidP="00AF14C5">
      <w:pPr>
        <w:pStyle w:val="ListParagraph"/>
        <w:numPr>
          <w:ilvl w:val="0"/>
          <w:numId w:val="8"/>
        </w:numPr>
        <w:spacing w:line="360" w:lineRule="auto"/>
        <w:rPr>
          <w:rFonts w:ascii="Calibri" w:hAnsi="Calibri" w:cs="Times New Roman"/>
        </w:rPr>
      </w:pPr>
      <w:r w:rsidRPr="00F951EC">
        <w:rPr>
          <w:rFonts w:ascii="Calibri" w:hAnsi="Calibri" w:cs="Times New Roman"/>
        </w:rPr>
        <w:t>_______ Dissolving salt in water</w:t>
      </w:r>
    </w:p>
    <w:p w14:paraId="30D850BF" w14:textId="77777777" w:rsidR="00AF14C5" w:rsidRPr="00F951EC" w:rsidRDefault="00AF14C5" w:rsidP="00AF14C5">
      <w:pPr>
        <w:pStyle w:val="ListParagraph"/>
        <w:numPr>
          <w:ilvl w:val="0"/>
          <w:numId w:val="8"/>
        </w:numPr>
        <w:spacing w:line="360" w:lineRule="auto"/>
        <w:rPr>
          <w:rFonts w:ascii="Calibri" w:hAnsi="Calibri" w:cs="Times New Roman"/>
        </w:rPr>
      </w:pPr>
      <w:r w:rsidRPr="00F951EC">
        <w:rPr>
          <w:rFonts w:ascii="Calibri" w:hAnsi="Calibri" w:cs="Times New Roman"/>
        </w:rPr>
        <w:t>_______ Boiling water</w:t>
      </w:r>
    </w:p>
    <w:p w14:paraId="759E7FA2" w14:textId="77777777" w:rsidR="00AF14C5" w:rsidRPr="00F951EC" w:rsidRDefault="00AF14C5" w:rsidP="00AF14C5">
      <w:pPr>
        <w:pStyle w:val="ListParagraph"/>
        <w:numPr>
          <w:ilvl w:val="0"/>
          <w:numId w:val="8"/>
        </w:numPr>
        <w:spacing w:line="360" w:lineRule="auto"/>
        <w:rPr>
          <w:rFonts w:ascii="Calibri" w:hAnsi="Calibri" w:cs="Times New Roman"/>
        </w:rPr>
      </w:pPr>
      <w:r w:rsidRPr="00F951EC">
        <w:rPr>
          <w:rFonts w:ascii="Calibri" w:hAnsi="Calibri" w:cs="Times New Roman"/>
        </w:rPr>
        <w:t>_______ Crushing metal</w:t>
      </w:r>
    </w:p>
    <w:p w14:paraId="5C93584B" w14:textId="77777777" w:rsidR="00AF14C5" w:rsidRPr="00F951EC" w:rsidRDefault="00AF14C5" w:rsidP="00AF14C5">
      <w:pPr>
        <w:pStyle w:val="ListParagraph"/>
        <w:numPr>
          <w:ilvl w:val="0"/>
          <w:numId w:val="8"/>
        </w:numPr>
        <w:spacing w:line="360" w:lineRule="auto"/>
        <w:rPr>
          <w:rFonts w:ascii="Calibri" w:hAnsi="Calibri" w:cs="Times New Roman"/>
        </w:rPr>
      </w:pPr>
      <w:r w:rsidRPr="00F951EC">
        <w:rPr>
          <w:rFonts w:ascii="Calibri" w:hAnsi="Calibri" w:cs="Times New Roman"/>
        </w:rPr>
        <w:t>_______ Melting ice</w:t>
      </w:r>
    </w:p>
    <w:p w14:paraId="1BAF2B8F" w14:textId="77777777" w:rsidR="00AF14C5" w:rsidRPr="00F951EC" w:rsidRDefault="00AF14C5" w:rsidP="00AF14C5">
      <w:pPr>
        <w:pStyle w:val="ListParagraph"/>
        <w:numPr>
          <w:ilvl w:val="0"/>
          <w:numId w:val="8"/>
        </w:numPr>
        <w:spacing w:line="360" w:lineRule="auto"/>
        <w:rPr>
          <w:rFonts w:ascii="Calibri" w:hAnsi="Calibri" w:cs="Times New Roman"/>
        </w:rPr>
      </w:pPr>
      <w:r w:rsidRPr="00F951EC">
        <w:rPr>
          <w:rFonts w:ascii="Calibri" w:hAnsi="Calibri" w:cs="Times New Roman"/>
        </w:rPr>
        <w:t>_______ Burning wood</w:t>
      </w:r>
    </w:p>
    <w:p w14:paraId="362B864D" w14:textId="77777777" w:rsidR="00AF14C5" w:rsidRPr="00F951EC" w:rsidRDefault="00AF14C5" w:rsidP="00AF14C5">
      <w:pPr>
        <w:spacing w:line="360" w:lineRule="auto"/>
        <w:rPr>
          <w:rFonts w:ascii="Calibri" w:hAnsi="Calibri" w:cs="Times New Roman"/>
        </w:rPr>
      </w:pPr>
    </w:p>
    <w:p w14:paraId="3ECC0A05" w14:textId="77777777" w:rsidR="00AF14C5" w:rsidRPr="00F951EC" w:rsidRDefault="00AF14C5" w:rsidP="00AF14C5">
      <w:pPr>
        <w:spacing w:line="360" w:lineRule="auto"/>
        <w:rPr>
          <w:rFonts w:ascii="Calibri" w:hAnsi="Calibri" w:cs="Times New Roman"/>
        </w:rPr>
        <w:sectPr w:rsidR="00AF14C5" w:rsidRPr="00F951EC" w:rsidSect="00E62359">
          <w:type w:val="continuous"/>
          <w:pgSz w:w="12240" w:h="15840"/>
          <w:pgMar w:top="720" w:right="1080" w:bottom="835" w:left="1080" w:header="720" w:footer="720" w:gutter="0"/>
          <w:cols w:num="2" w:space="720"/>
          <w:docGrid w:linePitch="360"/>
        </w:sectPr>
      </w:pPr>
    </w:p>
    <w:p w14:paraId="42BD9BBD" w14:textId="77777777" w:rsidR="00AF14C5" w:rsidRPr="00AF14C5" w:rsidRDefault="00AF14C5" w:rsidP="00AF14C5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/>
        </w:rPr>
      </w:pPr>
      <w:r w:rsidRPr="00AF14C5">
        <w:rPr>
          <w:rFonts w:ascii="Calibri" w:hAnsi="Calibri"/>
          <w:b/>
        </w:rPr>
        <w:t>True-False</w:t>
      </w:r>
      <w:r w:rsidRPr="00AF14C5">
        <w:rPr>
          <w:rFonts w:ascii="Calibri" w:hAnsi="Calibri"/>
        </w:rPr>
        <w:t xml:space="preserve"> Classify each of the following statements as always true, </w:t>
      </w:r>
      <w:r w:rsidRPr="00AF14C5">
        <w:rPr>
          <w:rFonts w:ascii="Calibri" w:hAnsi="Calibri"/>
          <w:b/>
        </w:rPr>
        <w:t>AT</w:t>
      </w:r>
      <w:r w:rsidRPr="00AF14C5">
        <w:rPr>
          <w:rFonts w:ascii="Calibri" w:hAnsi="Calibri"/>
        </w:rPr>
        <w:t xml:space="preserve">; sometimes true, </w:t>
      </w:r>
      <w:r w:rsidRPr="00AF14C5">
        <w:rPr>
          <w:rFonts w:ascii="Calibri" w:hAnsi="Calibri"/>
          <w:b/>
        </w:rPr>
        <w:t>ST</w:t>
      </w:r>
      <w:r w:rsidRPr="00AF14C5">
        <w:rPr>
          <w:rFonts w:ascii="Calibri" w:hAnsi="Calibri"/>
        </w:rPr>
        <w:t xml:space="preserve">; or never true, </w:t>
      </w:r>
      <w:r w:rsidRPr="00AF14C5">
        <w:rPr>
          <w:rFonts w:ascii="Calibri" w:hAnsi="Calibri"/>
          <w:b/>
        </w:rPr>
        <w:t>NT</w:t>
      </w:r>
      <w:r w:rsidRPr="00AF14C5">
        <w:rPr>
          <w:rFonts w:ascii="Calibri" w:hAnsi="Calibri"/>
        </w:rPr>
        <w:t>.</w:t>
      </w:r>
    </w:p>
    <w:p w14:paraId="7F0C8097" w14:textId="7C04AD4C" w:rsidR="00AF14C5" w:rsidRPr="00E97F23" w:rsidRDefault="00AF14C5" w:rsidP="00E16D51">
      <w:pPr>
        <w:spacing w:line="360" w:lineRule="auto"/>
        <w:ind w:left="720"/>
        <w:rPr>
          <w:rFonts w:ascii="Calibri" w:hAnsi="Calibri"/>
        </w:rPr>
      </w:pPr>
      <w:r w:rsidRPr="00E97F23">
        <w:rPr>
          <w:rFonts w:ascii="Calibri" w:hAnsi="Calibri"/>
        </w:rPr>
        <w:t xml:space="preserve">_____ 1. </w:t>
      </w:r>
      <w:r w:rsidR="00E16D51">
        <w:rPr>
          <w:rFonts w:ascii="Calibri" w:hAnsi="Calibri"/>
        </w:rPr>
        <w:t>Atoms</w:t>
      </w:r>
      <w:r w:rsidRPr="00E97F23">
        <w:rPr>
          <w:rFonts w:ascii="Calibri" w:hAnsi="Calibri"/>
        </w:rPr>
        <w:t xml:space="preserve"> are compose</w:t>
      </w:r>
      <w:r>
        <w:rPr>
          <w:rFonts w:ascii="Calibri" w:hAnsi="Calibri"/>
        </w:rPr>
        <w:t xml:space="preserve">d of protons, electrons, and </w:t>
      </w:r>
      <w:r w:rsidRPr="00E97F23">
        <w:rPr>
          <w:rFonts w:ascii="Calibri" w:hAnsi="Calibri"/>
        </w:rPr>
        <w:t>neutrons.</w:t>
      </w:r>
    </w:p>
    <w:p w14:paraId="1DAE2661" w14:textId="77777777" w:rsidR="00AF14C5" w:rsidRPr="00E97F23" w:rsidRDefault="00AF14C5" w:rsidP="00E16D51">
      <w:pPr>
        <w:spacing w:line="360" w:lineRule="auto"/>
        <w:ind w:left="720"/>
        <w:rPr>
          <w:rFonts w:ascii="Calibri" w:hAnsi="Calibri"/>
        </w:rPr>
      </w:pPr>
      <w:r w:rsidRPr="00E97F23">
        <w:rPr>
          <w:rFonts w:ascii="Calibri" w:hAnsi="Calibri"/>
        </w:rPr>
        <w:t>_____ 2. Atoms of elements are neutral.</w:t>
      </w:r>
    </w:p>
    <w:p w14:paraId="3D032517" w14:textId="77777777" w:rsidR="00AF14C5" w:rsidRPr="00E97F23" w:rsidRDefault="00AF14C5" w:rsidP="00E16D51">
      <w:pPr>
        <w:spacing w:line="360" w:lineRule="auto"/>
        <w:ind w:left="720"/>
        <w:rPr>
          <w:rFonts w:ascii="Calibri" w:hAnsi="Calibri"/>
        </w:rPr>
      </w:pPr>
      <w:r w:rsidRPr="00E97F23">
        <w:rPr>
          <w:rFonts w:ascii="Calibri" w:hAnsi="Calibri"/>
        </w:rPr>
        <w:t>_____ 3. The mass of an electron is equal to the mass of a neutron.</w:t>
      </w:r>
    </w:p>
    <w:p w14:paraId="3CB2B2A1" w14:textId="77777777" w:rsidR="00AF14C5" w:rsidRPr="00E97F23" w:rsidRDefault="00AF14C5" w:rsidP="00E16D51">
      <w:pPr>
        <w:spacing w:line="360" w:lineRule="auto"/>
        <w:ind w:left="720"/>
        <w:rPr>
          <w:rFonts w:ascii="Calibri" w:hAnsi="Calibri"/>
        </w:rPr>
      </w:pPr>
      <w:r w:rsidRPr="00E97F23">
        <w:rPr>
          <w:rFonts w:ascii="Calibri" w:hAnsi="Calibri"/>
        </w:rPr>
        <w:t>_____ 4. The charge on all protons is the same.</w:t>
      </w:r>
    </w:p>
    <w:p w14:paraId="2E7BAB12" w14:textId="77777777" w:rsidR="00AF14C5" w:rsidRPr="00E97F23" w:rsidRDefault="00AF14C5" w:rsidP="00E16D51">
      <w:pPr>
        <w:spacing w:line="360" w:lineRule="auto"/>
        <w:ind w:left="720"/>
        <w:rPr>
          <w:rFonts w:ascii="Calibri" w:hAnsi="Calibri"/>
        </w:rPr>
      </w:pPr>
      <w:r w:rsidRPr="00E97F23">
        <w:rPr>
          <w:rFonts w:ascii="Calibri" w:hAnsi="Calibri"/>
        </w:rPr>
        <w:t>_____ 5. The atomic number of an element is the sum of the protons and electrons in the atom.</w:t>
      </w:r>
    </w:p>
    <w:p w14:paraId="595EB08C" w14:textId="77777777" w:rsidR="00AF14C5" w:rsidRPr="00E97F23" w:rsidRDefault="00AF14C5" w:rsidP="00E16D51">
      <w:pPr>
        <w:spacing w:line="360" w:lineRule="auto"/>
        <w:ind w:left="720"/>
        <w:rPr>
          <w:rFonts w:ascii="Calibri" w:hAnsi="Calibri"/>
        </w:rPr>
      </w:pPr>
      <w:r w:rsidRPr="00E97F23">
        <w:rPr>
          <w:rFonts w:ascii="Calibri" w:hAnsi="Calibri"/>
        </w:rPr>
        <w:t>_____ 6. The atomic number of an element is the whole numbe</w:t>
      </w:r>
      <w:r>
        <w:rPr>
          <w:rFonts w:ascii="Calibri" w:hAnsi="Calibri"/>
        </w:rPr>
        <w:t xml:space="preserve">r that decreases as you read </w:t>
      </w:r>
      <w:r w:rsidRPr="00E97F23">
        <w:rPr>
          <w:rFonts w:ascii="Calibri" w:hAnsi="Calibri"/>
        </w:rPr>
        <w:t>across each row of the periodic table from left to right.</w:t>
      </w:r>
    </w:p>
    <w:p w14:paraId="20A7D0FD" w14:textId="77777777" w:rsidR="00AF14C5" w:rsidRPr="00E97F23" w:rsidRDefault="00AF14C5" w:rsidP="00E16D51">
      <w:pPr>
        <w:spacing w:line="360" w:lineRule="auto"/>
        <w:ind w:left="720"/>
        <w:rPr>
          <w:rFonts w:ascii="Calibri" w:hAnsi="Calibri"/>
        </w:rPr>
      </w:pPr>
      <w:r w:rsidRPr="00E97F23">
        <w:rPr>
          <w:rFonts w:ascii="Calibri" w:hAnsi="Calibri"/>
        </w:rPr>
        <w:t>_____ 7. An atom of nitrogen has 7 protons and 7 neutrons.</w:t>
      </w:r>
    </w:p>
    <w:p w14:paraId="6109437D" w14:textId="7838A811" w:rsidR="00AF14C5" w:rsidRPr="00E97F23" w:rsidRDefault="00AF14C5" w:rsidP="00E16D51">
      <w:pPr>
        <w:spacing w:line="360" w:lineRule="auto"/>
        <w:ind w:left="720"/>
        <w:rPr>
          <w:rFonts w:ascii="Calibri" w:hAnsi="Calibri"/>
        </w:rPr>
      </w:pPr>
      <w:r>
        <w:rPr>
          <w:rFonts w:ascii="Calibri" w:hAnsi="Calibri"/>
        </w:rPr>
        <w:t>_____ 8</w:t>
      </w:r>
      <w:r w:rsidRPr="00E97F23">
        <w:rPr>
          <w:rFonts w:ascii="Calibri" w:hAnsi="Calibri"/>
        </w:rPr>
        <w:t xml:space="preserve">. The number of neutrons in the nucleus can be calculated by subtracting the atomic </w:t>
      </w:r>
      <w:r>
        <w:rPr>
          <w:rFonts w:ascii="Calibri" w:hAnsi="Calibri"/>
        </w:rPr>
        <w:t xml:space="preserve">number </w:t>
      </w:r>
      <w:r w:rsidRPr="00E97F23">
        <w:rPr>
          <w:rFonts w:ascii="Calibri" w:hAnsi="Calibri"/>
        </w:rPr>
        <w:t xml:space="preserve">from the </w:t>
      </w:r>
      <w:r w:rsidR="00E16D51">
        <w:rPr>
          <w:rFonts w:ascii="Calibri" w:hAnsi="Calibri"/>
        </w:rPr>
        <w:t>mass number</w:t>
      </w:r>
      <w:r w:rsidRPr="00E97F23">
        <w:rPr>
          <w:rFonts w:ascii="Calibri" w:hAnsi="Calibri"/>
        </w:rPr>
        <w:t>.</w:t>
      </w:r>
    </w:p>
    <w:p w14:paraId="6F164F3A" w14:textId="77777777" w:rsidR="00E62359" w:rsidRPr="00E62359" w:rsidRDefault="00E62359" w:rsidP="00E62359">
      <w:pPr>
        <w:pStyle w:val="ListParagraph"/>
        <w:numPr>
          <w:ilvl w:val="0"/>
          <w:numId w:val="5"/>
        </w:numPr>
        <w:rPr>
          <w:rFonts w:ascii="Calibri" w:hAnsi="Calibri" w:cs="Arial"/>
        </w:rPr>
      </w:pPr>
      <w:r w:rsidRPr="00E62359">
        <w:rPr>
          <w:rFonts w:ascii="Calibri" w:hAnsi="Calibri" w:cs="Arial"/>
        </w:rPr>
        <w:t>Complete the following table. All atoms are NEUTRAL (#protons = #electrons).</w:t>
      </w:r>
    </w:p>
    <w:p w14:paraId="45EA5F07" w14:textId="77777777" w:rsidR="00E62359" w:rsidRPr="00E97F23" w:rsidRDefault="00E62359" w:rsidP="00E62359">
      <w:pPr>
        <w:rPr>
          <w:rFonts w:ascii="Calibri" w:hAnsi="Calibri" w:cs="Arial"/>
        </w:rPr>
      </w:pPr>
    </w:p>
    <w:tbl>
      <w:tblPr>
        <w:tblW w:w="9171" w:type="dxa"/>
        <w:tblInd w:w="405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312"/>
        <w:gridCol w:w="1466"/>
        <w:gridCol w:w="1473"/>
        <w:gridCol w:w="1586"/>
        <w:gridCol w:w="1504"/>
        <w:gridCol w:w="1830"/>
      </w:tblGrid>
      <w:tr w:rsidR="00E62359" w:rsidRPr="00E97F23" w14:paraId="1154256B" w14:textId="77777777" w:rsidTr="00ED47C4">
        <w:trPr>
          <w:trHeight w:val="675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B4C6C3B" w14:textId="77777777" w:rsidR="00E62359" w:rsidRPr="00E97F23" w:rsidRDefault="00E62359" w:rsidP="00ED47C4">
            <w:pPr>
              <w:pStyle w:val="Default"/>
              <w:rPr>
                <w:rFonts w:ascii="Calibri" w:hAnsi="Calibri" w:cs="Arial"/>
                <w:b/>
                <w:bCs/>
                <w:color w:val="221E1F"/>
                <w:sz w:val="20"/>
                <w:szCs w:val="20"/>
              </w:rPr>
            </w:pPr>
          </w:p>
          <w:p w14:paraId="4DE0E15C" w14:textId="77777777" w:rsidR="00E62359" w:rsidRPr="00E97F23" w:rsidRDefault="00E62359" w:rsidP="00ED47C4">
            <w:pPr>
              <w:pStyle w:val="Default"/>
              <w:rPr>
                <w:rFonts w:ascii="Calibri" w:hAnsi="Calibri" w:cs="Arial"/>
                <w:b/>
                <w:bCs/>
                <w:color w:val="221E1F"/>
                <w:sz w:val="20"/>
                <w:szCs w:val="20"/>
              </w:rPr>
            </w:pPr>
            <w:r w:rsidRPr="00E97F23">
              <w:rPr>
                <w:rFonts w:ascii="Calibri" w:hAnsi="Calibri" w:cs="Arial"/>
                <w:b/>
                <w:bCs/>
                <w:color w:val="221E1F"/>
                <w:sz w:val="20"/>
                <w:szCs w:val="20"/>
              </w:rPr>
              <w:t>Element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7325CAA" w14:textId="77777777" w:rsidR="00E62359" w:rsidRPr="00E97F23" w:rsidRDefault="00E62359" w:rsidP="00ED47C4">
            <w:pPr>
              <w:pStyle w:val="Default"/>
              <w:rPr>
                <w:rFonts w:ascii="Calibri" w:hAnsi="Calibri" w:cs="Arial"/>
                <w:color w:val="221E1F"/>
                <w:sz w:val="20"/>
                <w:szCs w:val="20"/>
              </w:rPr>
            </w:pPr>
            <w:r w:rsidRPr="00E97F23">
              <w:rPr>
                <w:rFonts w:ascii="Calibri" w:hAnsi="Calibri" w:cs="Arial"/>
                <w:b/>
                <w:bCs/>
                <w:color w:val="221E1F"/>
                <w:sz w:val="20"/>
                <w:szCs w:val="20"/>
              </w:rPr>
              <w:t xml:space="preserve">Atomic Number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219C237" w14:textId="77777777" w:rsidR="00E62359" w:rsidRPr="00E97F23" w:rsidRDefault="00E62359" w:rsidP="00ED47C4">
            <w:pPr>
              <w:pStyle w:val="Default"/>
              <w:jc w:val="center"/>
              <w:rPr>
                <w:rFonts w:ascii="Calibri" w:hAnsi="Calibri" w:cs="Arial"/>
                <w:color w:val="221E1F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221E1F"/>
                <w:sz w:val="20"/>
                <w:szCs w:val="20"/>
              </w:rPr>
              <w:t>Mass Number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13CBDBA" w14:textId="77777777" w:rsidR="00E62359" w:rsidRPr="00E97F23" w:rsidRDefault="00E62359" w:rsidP="00ED47C4">
            <w:pPr>
              <w:pStyle w:val="Default"/>
              <w:rPr>
                <w:rFonts w:ascii="Calibri" w:hAnsi="Calibri" w:cs="Arial"/>
                <w:color w:val="221E1F"/>
                <w:sz w:val="20"/>
                <w:szCs w:val="20"/>
              </w:rPr>
            </w:pPr>
            <w:r w:rsidRPr="00E97F23">
              <w:rPr>
                <w:rFonts w:ascii="Calibri" w:hAnsi="Calibri" w:cs="Arial"/>
                <w:b/>
                <w:bCs/>
                <w:color w:val="221E1F"/>
                <w:sz w:val="20"/>
                <w:szCs w:val="20"/>
              </w:rPr>
              <w:t xml:space="preserve">Number of Protons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2476B40" w14:textId="77777777" w:rsidR="00E62359" w:rsidRPr="00E97F23" w:rsidRDefault="00E62359" w:rsidP="00ED47C4">
            <w:pPr>
              <w:pStyle w:val="Default"/>
              <w:rPr>
                <w:rFonts w:ascii="Calibri" w:hAnsi="Calibri" w:cs="Arial"/>
                <w:color w:val="221E1F"/>
                <w:sz w:val="20"/>
                <w:szCs w:val="20"/>
              </w:rPr>
            </w:pPr>
            <w:r w:rsidRPr="00E97F23">
              <w:rPr>
                <w:rFonts w:ascii="Calibri" w:hAnsi="Calibri" w:cs="Arial"/>
                <w:b/>
                <w:bCs/>
                <w:color w:val="221E1F"/>
                <w:sz w:val="20"/>
                <w:szCs w:val="20"/>
              </w:rPr>
              <w:t xml:space="preserve">Number of Neutrons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8EA588F" w14:textId="77777777" w:rsidR="00E62359" w:rsidRPr="00E97F23" w:rsidRDefault="00E62359" w:rsidP="00ED47C4">
            <w:pPr>
              <w:pStyle w:val="Default"/>
              <w:rPr>
                <w:rFonts w:ascii="Calibri" w:hAnsi="Calibri" w:cs="Arial"/>
                <w:color w:val="221E1F"/>
                <w:sz w:val="20"/>
                <w:szCs w:val="20"/>
              </w:rPr>
            </w:pPr>
            <w:r w:rsidRPr="00E97F23">
              <w:rPr>
                <w:rFonts w:ascii="Calibri" w:hAnsi="Calibri" w:cs="Arial"/>
                <w:b/>
                <w:bCs/>
                <w:color w:val="221E1F"/>
                <w:sz w:val="20"/>
                <w:szCs w:val="20"/>
              </w:rPr>
              <w:t xml:space="preserve">Number of Electrons </w:t>
            </w:r>
          </w:p>
        </w:tc>
      </w:tr>
      <w:tr w:rsidR="00E62359" w:rsidRPr="00E97F23" w14:paraId="756CA2E5" w14:textId="77777777" w:rsidTr="00ED47C4">
        <w:trPr>
          <w:trHeight w:val="570"/>
        </w:trPr>
        <w:tc>
          <w:tcPr>
            <w:tcW w:w="131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C2793" w14:textId="77777777" w:rsidR="00E62359" w:rsidRPr="00E97F23" w:rsidRDefault="00E62359" w:rsidP="00ED47C4">
            <w:pPr>
              <w:pStyle w:val="Default"/>
              <w:jc w:val="center"/>
              <w:rPr>
                <w:rFonts w:ascii="Calibri" w:hAnsi="Calibri" w:cs="Arial"/>
                <w:color w:val="221E1F"/>
                <w:sz w:val="20"/>
                <w:szCs w:val="20"/>
              </w:rPr>
            </w:pPr>
          </w:p>
          <w:p w14:paraId="0CF72AF7" w14:textId="77777777" w:rsidR="00E62359" w:rsidRPr="00E97F23" w:rsidRDefault="00E62359" w:rsidP="00ED47C4">
            <w:pPr>
              <w:pStyle w:val="Default"/>
              <w:jc w:val="center"/>
              <w:rPr>
                <w:rFonts w:ascii="Calibri" w:hAnsi="Calibri" w:cs="Arial"/>
                <w:color w:val="221E1F"/>
                <w:sz w:val="20"/>
                <w:szCs w:val="20"/>
              </w:rPr>
            </w:pPr>
            <w:r w:rsidRPr="00E97F23">
              <w:rPr>
                <w:rFonts w:ascii="Calibri" w:hAnsi="Calibri" w:cs="Arial"/>
                <w:color w:val="221E1F"/>
                <w:sz w:val="20"/>
                <w:szCs w:val="20"/>
              </w:rPr>
              <w:t>Fluorine</w:t>
            </w:r>
          </w:p>
        </w:tc>
        <w:tc>
          <w:tcPr>
            <w:tcW w:w="146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8032D" w14:textId="77777777" w:rsidR="00E62359" w:rsidRPr="00E97F23" w:rsidRDefault="00E62359" w:rsidP="00ED47C4">
            <w:pPr>
              <w:pStyle w:val="Default"/>
              <w:jc w:val="center"/>
              <w:rPr>
                <w:rFonts w:ascii="Calibri" w:hAnsi="Calibri" w:cs="Arial"/>
                <w:color w:val="221E1F"/>
                <w:sz w:val="20"/>
                <w:szCs w:val="20"/>
              </w:rPr>
            </w:pPr>
            <w:r w:rsidRPr="00E97F23">
              <w:rPr>
                <w:rFonts w:ascii="Calibri" w:hAnsi="Calibri" w:cs="Arial"/>
                <w:color w:val="221E1F"/>
                <w:sz w:val="20"/>
                <w:szCs w:val="20"/>
              </w:rPr>
              <w:t>9</w:t>
            </w:r>
          </w:p>
        </w:tc>
        <w:tc>
          <w:tcPr>
            <w:tcW w:w="147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E86B9" w14:textId="77777777" w:rsidR="00E62359" w:rsidRPr="00E97F23" w:rsidRDefault="00E62359" w:rsidP="00ED47C4">
            <w:pPr>
              <w:pStyle w:val="Default"/>
              <w:rPr>
                <w:rFonts w:ascii="Calibri" w:hAnsi="Calibri" w:cs="Arial"/>
                <w:color w:val="auto"/>
              </w:rPr>
            </w:pPr>
          </w:p>
        </w:tc>
        <w:tc>
          <w:tcPr>
            <w:tcW w:w="158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35BF2" w14:textId="77777777" w:rsidR="00E62359" w:rsidRPr="00E97F23" w:rsidRDefault="00E62359" w:rsidP="00ED47C4">
            <w:pPr>
              <w:pStyle w:val="Default"/>
              <w:rPr>
                <w:rFonts w:ascii="Calibri" w:hAnsi="Calibri" w:cs="Arial"/>
                <w:color w:val="auto"/>
              </w:rPr>
            </w:pPr>
          </w:p>
        </w:tc>
        <w:tc>
          <w:tcPr>
            <w:tcW w:w="150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B3812" w14:textId="77777777" w:rsidR="00E62359" w:rsidRPr="00E97F23" w:rsidRDefault="00E62359" w:rsidP="00ED47C4">
            <w:pPr>
              <w:pStyle w:val="Default"/>
              <w:jc w:val="center"/>
              <w:rPr>
                <w:rFonts w:ascii="Calibri" w:hAnsi="Calibri" w:cs="Arial"/>
                <w:color w:val="221E1F"/>
                <w:sz w:val="20"/>
                <w:szCs w:val="20"/>
              </w:rPr>
            </w:pPr>
            <w:r w:rsidRPr="00E97F23">
              <w:rPr>
                <w:rFonts w:ascii="Calibri" w:hAnsi="Calibri" w:cs="Arial"/>
                <w:color w:val="221E1F"/>
                <w:sz w:val="20"/>
                <w:szCs w:val="20"/>
              </w:rPr>
              <w:t>10</w:t>
            </w:r>
          </w:p>
        </w:tc>
        <w:tc>
          <w:tcPr>
            <w:tcW w:w="183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C642" w14:textId="77777777" w:rsidR="00E62359" w:rsidRPr="00E97F23" w:rsidRDefault="00E62359" w:rsidP="00ED47C4">
            <w:pPr>
              <w:pStyle w:val="Default"/>
              <w:rPr>
                <w:rFonts w:ascii="Calibri" w:hAnsi="Calibri" w:cs="Arial"/>
                <w:color w:val="auto"/>
              </w:rPr>
            </w:pPr>
          </w:p>
        </w:tc>
      </w:tr>
      <w:tr w:rsidR="00E62359" w:rsidRPr="00E97F23" w14:paraId="4ABFAC15" w14:textId="77777777" w:rsidTr="00ED47C4">
        <w:trPr>
          <w:trHeight w:val="480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A1915" w14:textId="77777777" w:rsidR="00E62359" w:rsidRPr="00E97F23" w:rsidRDefault="00E62359" w:rsidP="00ED47C4">
            <w:pPr>
              <w:pStyle w:val="Default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0F213" w14:textId="77777777" w:rsidR="00E62359" w:rsidRPr="00E97F23" w:rsidRDefault="00E62359" w:rsidP="00ED47C4">
            <w:pPr>
              <w:pStyle w:val="Default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ACA0" w14:textId="77777777" w:rsidR="00E62359" w:rsidRPr="00E97F23" w:rsidRDefault="00E62359" w:rsidP="00ED47C4">
            <w:pPr>
              <w:pStyle w:val="Default"/>
              <w:rPr>
                <w:rFonts w:ascii="Calibri" w:hAnsi="Calibri" w:cs="Arial"/>
                <w:color w:val="auto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25B5A" w14:textId="77777777" w:rsidR="00E62359" w:rsidRPr="00E97F23" w:rsidRDefault="00E62359" w:rsidP="00ED47C4">
            <w:pPr>
              <w:pStyle w:val="Default"/>
              <w:rPr>
                <w:rFonts w:ascii="Calibri" w:hAnsi="Calibri" w:cs="Arial"/>
                <w:color w:val="auto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774D1" w14:textId="77777777" w:rsidR="00E62359" w:rsidRPr="00E97F23" w:rsidRDefault="00E62359" w:rsidP="00ED47C4">
            <w:pPr>
              <w:pStyle w:val="Default"/>
              <w:jc w:val="center"/>
              <w:rPr>
                <w:rFonts w:ascii="Calibri" w:hAnsi="Calibri" w:cs="Arial"/>
                <w:color w:val="221E1F"/>
                <w:sz w:val="20"/>
                <w:szCs w:val="20"/>
              </w:rPr>
            </w:pPr>
            <w:r w:rsidRPr="00E97F23">
              <w:rPr>
                <w:rFonts w:ascii="Calibri" w:hAnsi="Calibri" w:cs="Arial"/>
                <w:color w:val="221E1F"/>
                <w:sz w:val="20"/>
                <w:szCs w:val="20"/>
              </w:rPr>
              <w:t xml:space="preserve">21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97022" w14:textId="77777777" w:rsidR="00E62359" w:rsidRPr="00E97F23" w:rsidRDefault="00E62359" w:rsidP="00ED47C4">
            <w:pPr>
              <w:pStyle w:val="Default"/>
              <w:jc w:val="center"/>
              <w:rPr>
                <w:rFonts w:ascii="Calibri" w:hAnsi="Calibri" w:cs="Arial"/>
                <w:color w:val="221E1F"/>
                <w:sz w:val="20"/>
                <w:szCs w:val="20"/>
              </w:rPr>
            </w:pPr>
            <w:r w:rsidRPr="00E97F23">
              <w:rPr>
                <w:rFonts w:ascii="Calibri" w:hAnsi="Calibri" w:cs="Arial"/>
                <w:color w:val="221E1F"/>
                <w:sz w:val="20"/>
                <w:szCs w:val="20"/>
              </w:rPr>
              <w:t>20</w:t>
            </w:r>
          </w:p>
        </w:tc>
      </w:tr>
      <w:tr w:rsidR="00E62359" w:rsidRPr="00E97F23" w14:paraId="444AC446" w14:textId="77777777" w:rsidTr="00ED47C4">
        <w:trPr>
          <w:trHeight w:val="480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97267" w14:textId="77777777" w:rsidR="00E62359" w:rsidRPr="00E97F23" w:rsidRDefault="00E62359" w:rsidP="00ED47C4">
            <w:pPr>
              <w:pStyle w:val="Default"/>
              <w:jc w:val="center"/>
              <w:rPr>
                <w:rFonts w:ascii="Calibri" w:hAnsi="Calibri" w:cs="Arial"/>
                <w:color w:val="221E1F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6ABEA" w14:textId="77777777" w:rsidR="00E62359" w:rsidRPr="00E97F23" w:rsidRDefault="00E62359" w:rsidP="00ED47C4">
            <w:pPr>
              <w:pStyle w:val="Default"/>
              <w:jc w:val="center"/>
              <w:rPr>
                <w:rFonts w:ascii="Calibri" w:hAnsi="Calibri" w:cs="Arial"/>
                <w:color w:val="221E1F"/>
                <w:sz w:val="20"/>
                <w:szCs w:val="20"/>
              </w:rPr>
            </w:pPr>
            <w:r w:rsidRPr="00E97F23">
              <w:rPr>
                <w:rFonts w:ascii="Calibri" w:hAnsi="Calibri" w:cs="Arial"/>
                <w:color w:val="221E1F"/>
                <w:sz w:val="20"/>
                <w:szCs w:val="20"/>
              </w:rPr>
              <w:t>13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E0953" w14:textId="77777777" w:rsidR="00E62359" w:rsidRPr="00E97F23" w:rsidRDefault="00E62359" w:rsidP="00ED47C4">
            <w:pPr>
              <w:pStyle w:val="Default"/>
              <w:jc w:val="center"/>
              <w:rPr>
                <w:rFonts w:ascii="Calibri" w:hAnsi="Calibri" w:cs="Arial"/>
                <w:color w:val="221E1F"/>
                <w:sz w:val="20"/>
                <w:szCs w:val="20"/>
              </w:rPr>
            </w:pPr>
            <w:r w:rsidRPr="00E97F23">
              <w:rPr>
                <w:rFonts w:ascii="Calibri" w:hAnsi="Calibri" w:cs="Arial"/>
                <w:color w:val="221E1F"/>
                <w:sz w:val="20"/>
                <w:szCs w:val="20"/>
              </w:rPr>
              <w:t xml:space="preserve">27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87C69" w14:textId="77777777" w:rsidR="00E62359" w:rsidRPr="00E97F23" w:rsidRDefault="00E62359" w:rsidP="00ED47C4">
            <w:pPr>
              <w:pStyle w:val="Default"/>
              <w:rPr>
                <w:rFonts w:ascii="Calibri" w:hAnsi="Calibri" w:cs="Arial"/>
                <w:color w:val="auto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99804" w14:textId="77777777" w:rsidR="00E62359" w:rsidRPr="00E97F23" w:rsidRDefault="00E62359" w:rsidP="00ED47C4">
            <w:pPr>
              <w:pStyle w:val="Default"/>
              <w:rPr>
                <w:rFonts w:ascii="Calibri" w:hAnsi="Calibri" w:cs="Arial"/>
                <w:color w:val="auto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9C36B" w14:textId="77777777" w:rsidR="00E62359" w:rsidRPr="00E97F23" w:rsidRDefault="00E62359" w:rsidP="00ED47C4">
            <w:pPr>
              <w:pStyle w:val="Default"/>
              <w:rPr>
                <w:rFonts w:ascii="Calibri" w:hAnsi="Calibri" w:cs="Arial"/>
                <w:color w:val="auto"/>
              </w:rPr>
            </w:pPr>
          </w:p>
        </w:tc>
      </w:tr>
      <w:tr w:rsidR="00E62359" w:rsidRPr="00E97F23" w14:paraId="4D958B96" w14:textId="77777777" w:rsidTr="00ED47C4">
        <w:trPr>
          <w:trHeight w:val="525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89A8F" w14:textId="77777777" w:rsidR="00E62359" w:rsidRPr="00E97F23" w:rsidRDefault="00E62359" w:rsidP="00ED47C4">
            <w:pPr>
              <w:pStyle w:val="Default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0D5A" w14:textId="77777777" w:rsidR="00E62359" w:rsidRPr="00E97F23" w:rsidRDefault="00E62359" w:rsidP="00ED47C4">
            <w:pPr>
              <w:pStyle w:val="Default"/>
              <w:rPr>
                <w:rFonts w:ascii="Calibri" w:hAnsi="Calibri" w:cs="Arial"/>
                <w:color w:val="auto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338BE" w14:textId="77777777" w:rsidR="00E62359" w:rsidRPr="00E97F23" w:rsidRDefault="00E62359" w:rsidP="00ED47C4">
            <w:pPr>
              <w:pStyle w:val="Default"/>
              <w:jc w:val="center"/>
              <w:rPr>
                <w:rFonts w:ascii="Calibri" w:hAnsi="Calibri" w:cs="Arial"/>
                <w:color w:val="221E1F"/>
                <w:sz w:val="20"/>
                <w:szCs w:val="20"/>
              </w:rPr>
            </w:pPr>
            <w:r w:rsidRPr="00E97F23">
              <w:rPr>
                <w:rFonts w:ascii="Calibri" w:hAnsi="Calibri" w:cs="Arial"/>
                <w:color w:val="221E1F"/>
                <w:sz w:val="20"/>
                <w:szCs w:val="20"/>
              </w:rPr>
              <w:t>56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4C563" w14:textId="77777777" w:rsidR="00E62359" w:rsidRPr="00E97F23" w:rsidRDefault="00E62359" w:rsidP="00ED47C4">
            <w:pPr>
              <w:pStyle w:val="Default"/>
              <w:jc w:val="center"/>
              <w:rPr>
                <w:rFonts w:ascii="Calibri" w:hAnsi="Calibri" w:cs="Arial"/>
                <w:color w:val="221E1F"/>
                <w:sz w:val="20"/>
                <w:szCs w:val="20"/>
              </w:rPr>
            </w:pPr>
            <w:r w:rsidRPr="00E97F23">
              <w:rPr>
                <w:rFonts w:ascii="Calibri" w:hAnsi="Calibri" w:cs="Arial"/>
                <w:color w:val="221E1F"/>
                <w:sz w:val="20"/>
                <w:szCs w:val="20"/>
              </w:rPr>
              <w:t>26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54440" w14:textId="77777777" w:rsidR="00E62359" w:rsidRPr="00E97F23" w:rsidRDefault="00E62359" w:rsidP="00ED47C4">
            <w:pPr>
              <w:pStyle w:val="Default"/>
              <w:rPr>
                <w:rFonts w:ascii="Calibri" w:hAnsi="Calibri" w:cs="Arial"/>
                <w:color w:val="auto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82A8F" w14:textId="77777777" w:rsidR="00E62359" w:rsidRPr="00E97F23" w:rsidRDefault="00E62359" w:rsidP="00ED47C4">
            <w:pPr>
              <w:pStyle w:val="Default"/>
              <w:rPr>
                <w:rFonts w:ascii="Calibri" w:hAnsi="Calibri" w:cs="Arial"/>
                <w:color w:val="auto"/>
              </w:rPr>
            </w:pPr>
          </w:p>
        </w:tc>
      </w:tr>
    </w:tbl>
    <w:p w14:paraId="3D47CBDA" w14:textId="77777777" w:rsidR="00E62359" w:rsidRPr="00E97F23" w:rsidRDefault="00E62359" w:rsidP="00E62359">
      <w:pPr>
        <w:rPr>
          <w:rFonts w:ascii="Calibri" w:hAnsi="Calibri" w:cs="Arial"/>
        </w:rPr>
      </w:pPr>
    </w:p>
    <w:p w14:paraId="0664417E" w14:textId="77777777" w:rsidR="00E62359" w:rsidRPr="00E62359" w:rsidRDefault="00E62359" w:rsidP="00E62359">
      <w:pPr>
        <w:pStyle w:val="ListParagraph"/>
        <w:numPr>
          <w:ilvl w:val="0"/>
          <w:numId w:val="5"/>
        </w:numPr>
        <w:tabs>
          <w:tab w:val="left" w:pos="864"/>
        </w:tabs>
        <w:rPr>
          <w:rFonts w:ascii="Calibri" w:hAnsi="Calibri" w:cs="Arial"/>
          <w:sz w:val="20"/>
          <w:szCs w:val="20"/>
        </w:rPr>
      </w:pPr>
      <w:r w:rsidRPr="00E62359">
        <w:rPr>
          <w:rFonts w:ascii="Calibri" w:hAnsi="Calibri" w:cs="Arial"/>
          <w:sz w:val="20"/>
          <w:szCs w:val="20"/>
        </w:rPr>
        <w:t>Which of these statements is false?</w:t>
      </w:r>
    </w:p>
    <w:p w14:paraId="4F312356" w14:textId="77777777" w:rsidR="00E62359" w:rsidRPr="00E97F23" w:rsidRDefault="00E62359" w:rsidP="00E62359">
      <w:pPr>
        <w:tabs>
          <w:tab w:val="left" w:pos="5355"/>
        </w:tabs>
        <w:autoSpaceDE w:val="0"/>
        <w:autoSpaceDN w:val="0"/>
        <w:adjustRightInd w:val="0"/>
        <w:ind w:left="720" w:firstLine="558"/>
        <w:rPr>
          <w:rFonts w:ascii="Calibri" w:hAnsi="Calibri" w:cs="Arial"/>
          <w:sz w:val="20"/>
          <w:szCs w:val="20"/>
        </w:rPr>
      </w:pPr>
      <w:r w:rsidRPr="00E97F23">
        <w:rPr>
          <w:rFonts w:ascii="Calibri" w:hAnsi="Calibri" w:cs="Arial"/>
          <w:b/>
          <w:bCs/>
          <w:sz w:val="20"/>
          <w:szCs w:val="20"/>
        </w:rPr>
        <w:t xml:space="preserve">a. </w:t>
      </w:r>
      <w:r w:rsidRPr="00E97F23">
        <w:rPr>
          <w:rFonts w:ascii="Calibri" w:hAnsi="Calibri" w:cs="Arial"/>
          <w:sz w:val="20"/>
          <w:szCs w:val="20"/>
        </w:rPr>
        <w:t>Electrons have a negative charge.</w:t>
      </w:r>
    </w:p>
    <w:p w14:paraId="2B258CA9" w14:textId="77777777" w:rsidR="00E62359" w:rsidRPr="00E97F23" w:rsidRDefault="00E62359" w:rsidP="00E62359">
      <w:pPr>
        <w:tabs>
          <w:tab w:val="left" w:pos="5355"/>
        </w:tabs>
        <w:autoSpaceDE w:val="0"/>
        <w:autoSpaceDN w:val="0"/>
        <w:adjustRightInd w:val="0"/>
        <w:ind w:left="720" w:firstLine="558"/>
        <w:rPr>
          <w:rFonts w:ascii="Calibri" w:hAnsi="Calibri" w:cs="Arial"/>
          <w:sz w:val="20"/>
          <w:szCs w:val="20"/>
        </w:rPr>
      </w:pPr>
      <w:r w:rsidRPr="00E97F23">
        <w:rPr>
          <w:rFonts w:ascii="Calibri" w:hAnsi="Calibri" w:cs="Arial"/>
          <w:b/>
          <w:sz w:val="20"/>
          <w:szCs w:val="20"/>
        </w:rPr>
        <w:t>b.</w:t>
      </w:r>
      <w:r w:rsidRPr="00E97F23">
        <w:rPr>
          <w:rFonts w:ascii="Calibri" w:hAnsi="Calibri" w:cs="Arial"/>
          <w:sz w:val="20"/>
          <w:szCs w:val="20"/>
        </w:rPr>
        <w:t xml:space="preserve"> Electrons have a mass of 1 amu.</w:t>
      </w:r>
    </w:p>
    <w:p w14:paraId="5A91F0E1" w14:textId="77777777" w:rsidR="00E62359" w:rsidRPr="00E97F23" w:rsidRDefault="00E62359" w:rsidP="00E62359">
      <w:pPr>
        <w:tabs>
          <w:tab w:val="left" w:pos="5355"/>
        </w:tabs>
        <w:autoSpaceDE w:val="0"/>
        <w:autoSpaceDN w:val="0"/>
        <w:adjustRightInd w:val="0"/>
        <w:ind w:left="720" w:firstLine="558"/>
        <w:rPr>
          <w:rFonts w:ascii="Calibri" w:hAnsi="Calibri" w:cs="Arial"/>
          <w:sz w:val="20"/>
          <w:szCs w:val="20"/>
        </w:rPr>
      </w:pPr>
      <w:r w:rsidRPr="00E97F23">
        <w:rPr>
          <w:rFonts w:ascii="Calibri" w:hAnsi="Calibri" w:cs="Arial"/>
          <w:b/>
          <w:sz w:val="20"/>
          <w:szCs w:val="20"/>
        </w:rPr>
        <w:t>c.</w:t>
      </w:r>
      <w:r w:rsidRPr="00E97F23">
        <w:rPr>
          <w:rFonts w:ascii="Calibri" w:hAnsi="Calibri" w:cs="Arial"/>
          <w:sz w:val="20"/>
          <w:szCs w:val="20"/>
        </w:rPr>
        <w:t xml:space="preserve"> The nucleus of an atom is positively charged.</w:t>
      </w:r>
    </w:p>
    <w:p w14:paraId="2BD2DE80" w14:textId="77777777" w:rsidR="00E62359" w:rsidRPr="00E97F23" w:rsidRDefault="00E62359" w:rsidP="00E62359">
      <w:pPr>
        <w:tabs>
          <w:tab w:val="left" w:pos="5355"/>
        </w:tabs>
        <w:autoSpaceDE w:val="0"/>
        <w:autoSpaceDN w:val="0"/>
        <w:adjustRightInd w:val="0"/>
        <w:ind w:left="720" w:firstLine="558"/>
        <w:rPr>
          <w:rFonts w:ascii="Calibri" w:hAnsi="Calibri" w:cs="Arial"/>
          <w:sz w:val="20"/>
          <w:szCs w:val="20"/>
        </w:rPr>
      </w:pPr>
      <w:r w:rsidRPr="00E97F23">
        <w:rPr>
          <w:rFonts w:ascii="Calibri" w:hAnsi="Calibri" w:cs="Arial"/>
          <w:b/>
          <w:sz w:val="20"/>
          <w:szCs w:val="20"/>
        </w:rPr>
        <w:t>d.</w:t>
      </w:r>
      <w:r w:rsidRPr="00E97F23">
        <w:rPr>
          <w:rFonts w:ascii="Calibri" w:hAnsi="Calibri" w:cs="Arial"/>
          <w:sz w:val="20"/>
          <w:szCs w:val="20"/>
        </w:rPr>
        <w:t xml:space="preserve"> The neutron is found in the nucleus of an atom.</w:t>
      </w:r>
    </w:p>
    <w:p w14:paraId="53AEAA84" w14:textId="77777777" w:rsidR="00E62359" w:rsidRPr="00E97F23" w:rsidRDefault="00E62359" w:rsidP="00E62359">
      <w:pPr>
        <w:rPr>
          <w:rFonts w:ascii="Calibri" w:hAnsi="Calibri" w:cs="Arial"/>
        </w:rPr>
      </w:pPr>
    </w:p>
    <w:p w14:paraId="6ED077DF" w14:textId="77777777" w:rsidR="00E62359" w:rsidRPr="00E62359" w:rsidRDefault="00E62359" w:rsidP="00E62359">
      <w:pPr>
        <w:pStyle w:val="ListParagraph"/>
        <w:numPr>
          <w:ilvl w:val="0"/>
          <w:numId w:val="5"/>
        </w:numPr>
        <w:tabs>
          <w:tab w:val="left" w:pos="864"/>
        </w:tabs>
        <w:rPr>
          <w:rFonts w:ascii="Calibri" w:hAnsi="Calibri" w:cs="Arial"/>
          <w:sz w:val="20"/>
          <w:szCs w:val="20"/>
        </w:rPr>
      </w:pPr>
      <w:r w:rsidRPr="00E62359">
        <w:rPr>
          <w:rFonts w:ascii="Calibri" w:hAnsi="Calibri" w:cs="Arial"/>
          <w:sz w:val="20"/>
          <w:szCs w:val="20"/>
        </w:rPr>
        <w:t>An atom of an element with atomic number 48 and atomic mass 120 contains</w:t>
      </w:r>
    </w:p>
    <w:p w14:paraId="4E9391C2" w14:textId="77777777" w:rsidR="00E62359" w:rsidRPr="00E97F23" w:rsidRDefault="00E62359" w:rsidP="00E62359">
      <w:pPr>
        <w:tabs>
          <w:tab w:val="left" w:pos="5355"/>
        </w:tabs>
        <w:autoSpaceDE w:val="0"/>
        <w:autoSpaceDN w:val="0"/>
        <w:adjustRightInd w:val="0"/>
        <w:ind w:left="720" w:firstLine="558"/>
        <w:rPr>
          <w:rFonts w:ascii="Calibri" w:hAnsi="Calibri" w:cs="Arial"/>
          <w:sz w:val="20"/>
          <w:szCs w:val="20"/>
        </w:rPr>
      </w:pPr>
      <w:r w:rsidRPr="00E97F23">
        <w:rPr>
          <w:rFonts w:ascii="Calibri" w:hAnsi="Calibri" w:cs="Arial"/>
          <w:b/>
          <w:bCs/>
          <w:sz w:val="20"/>
          <w:szCs w:val="20"/>
        </w:rPr>
        <w:t>a.</w:t>
      </w:r>
      <w:r w:rsidRPr="00E97F23">
        <w:rPr>
          <w:rFonts w:ascii="Calibri" w:hAnsi="Calibri" w:cs="Arial"/>
          <w:sz w:val="20"/>
          <w:szCs w:val="20"/>
        </w:rPr>
        <w:t xml:space="preserve"> 48 protons, 48 electrons, and 72 neutrons.</w:t>
      </w:r>
    </w:p>
    <w:p w14:paraId="0E4BA11D" w14:textId="77777777" w:rsidR="00E62359" w:rsidRPr="00E97F23" w:rsidRDefault="00E62359" w:rsidP="00E62359">
      <w:pPr>
        <w:tabs>
          <w:tab w:val="left" w:pos="5355"/>
        </w:tabs>
        <w:autoSpaceDE w:val="0"/>
        <w:autoSpaceDN w:val="0"/>
        <w:adjustRightInd w:val="0"/>
        <w:ind w:left="720" w:firstLine="558"/>
        <w:rPr>
          <w:rFonts w:ascii="Calibri" w:hAnsi="Calibri" w:cs="Arial"/>
          <w:sz w:val="20"/>
          <w:szCs w:val="20"/>
        </w:rPr>
      </w:pPr>
      <w:r w:rsidRPr="00E97F23">
        <w:rPr>
          <w:rFonts w:ascii="Calibri" w:hAnsi="Calibri" w:cs="Arial"/>
          <w:b/>
          <w:sz w:val="20"/>
          <w:szCs w:val="20"/>
        </w:rPr>
        <w:t>b.</w:t>
      </w:r>
      <w:r w:rsidRPr="00E97F23">
        <w:rPr>
          <w:rFonts w:ascii="Calibri" w:hAnsi="Calibri" w:cs="Arial"/>
          <w:sz w:val="20"/>
          <w:szCs w:val="20"/>
        </w:rPr>
        <w:t xml:space="preserve"> 72 protons, 48 electrons, and 48 neutrons.</w:t>
      </w:r>
    </w:p>
    <w:p w14:paraId="06707CA7" w14:textId="77777777" w:rsidR="00E62359" w:rsidRPr="00E97F23" w:rsidRDefault="00E62359" w:rsidP="00E62359">
      <w:pPr>
        <w:tabs>
          <w:tab w:val="left" w:pos="5355"/>
        </w:tabs>
        <w:autoSpaceDE w:val="0"/>
        <w:autoSpaceDN w:val="0"/>
        <w:adjustRightInd w:val="0"/>
        <w:ind w:left="720" w:firstLine="558"/>
        <w:rPr>
          <w:rFonts w:ascii="Calibri" w:hAnsi="Calibri" w:cs="Arial"/>
          <w:sz w:val="20"/>
          <w:szCs w:val="20"/>
        </w:rPr>
      </w:pPr>
      <w:r w:rsidRPr="00E97F23">
        <w:rPr>
          <w:rFonts w:ascii="Calibri" w:hAnsi="Calibri" w:cs="Arial"/>
          <w:b/>
          <w:sz w:val="20"/>
          <w:szCs w:val="20"/>
        </w:rPr>
        <w:t>c.</w:t>
      </w:r>
      <w:r w:rsidRPr="00E97F23">
        <w:rPr>
          <w:rFonts w:ascii="Calibri" w:hAnsi="Calibri" w:cs="Arial"/>
          <w:sz w:val="20"/>
          <w:szCs w:val="20"/>
        </w:rPr>
        <w:t xml:space="preserve"> 120 protons, 48 electrons, and 72 neutrons.</w:t>
      </w:r>
    </w:p>
    <w:p w14:paraId="246ABF1A" w14:textId="77777777" w:rsidR="00E62359" w:rsidRPr="00E97F23" w:rsidRDefault="00E62359" w:rsidP="00E62359">
      <w:pPr>
        <w:tabs>
          <w:tab w:val="left" w:pos="5355"/>
        </w:tabs>
        <w:autoSpaceDE w:val="0"/>
        <w:autoSpaceDN w:val="0"/>
        <w:adjustRightInd w:val="0"/>
        <w:ind w:left="720" w:firstLine="558"/>
        <w:rPr>
          <w:rFonts w:ascii="Calibri" w:hAnsi="Calibri" w:cs="Arial"/>
          <w:sz w:val="20"/>
          <w:szCs w:val="20"/>
        </w:rPr>
      </w:pPr>
      <w:r w:rsidRPr="00E97F23">
        <w:rPr>
          <w:rFonts w:ascii="Calibri" w:hAnsi="Calibri" w:cs="Arial"/>
          <w:b/>
          <w:sz w:val="20"/>
          <w:szCs w:val="20"/>
        </w:rPr>
        <w:t>d.</w:t>
      </w:r>
      <w:r w:rsidRPr="00E97F23">
        <w:rPr>
          <w:rFonts w:ascii="Calibri" w:hAnsi="Calibri" w:cs="Arial"/>
          <w:sz w:val="20"/>
          <w:szCs w:val="20"/>
        </w:rPr>
        <w:t xml:space="preserve"> 72 protons, 72 electrons, and 48 neutrons.</w:t>
      </w:r>
    </w:p>
    <w:p w14:paraId="2E321745" w14:textId="77777777" w:rsidR="00E62359" w:rsidRPr="00E97F23" w:rsidRDefault="00E62359" w:rsidP="00E62359">
      <w:pPr>
        <w:tabs>
          <w:tab w:val="left" w:pos="5355"/>
        </w:tabs>
        <w:autoSpaceDE w:val="0"/>
        <w:autoSpaceDN w:val="0"/>
        <w:adjustRightInd w:val="0"/>
        <w:ind w:left="720" w:firstLine="558"/>
        <w:rPr>
          <w:rFonts w:ascii="Calibri" w:hAnsi="Calibri" w:cs="Arial"/>
          <w:sz w:val="20"/>
          <w:szCs w:val="20"/>
        </w:rPr>
      </w:pPr>
    </w:p>
    <w:p w14:paraId="52B38F34" w14:textId="77777777" w:rsidR="00E62359" w:rsidRPr="00E97F23" w:rsidRDefault="00E62359" w:rsidP="00E62359">
      <w:pPr>
        <w:tabs>
          <w:tab w:val="left" w:pos="5355"/>
        </w:tabs>
        <w:autoSpaceDE w:val="0"/>
        <w:autoSpaceDN w:val="0"/>
        <w:adjustRightInd w:val="0"/>
        <w:ind w:left="720" w:firstLine="558"/>
        <w:rPr>
          <w:rFonts w:ascii="Calibri" w:hAnsi="Calibri" w:cs="Arial"/>
          <w:sz w:val="20"/>
          <w:szCs w:val="20"/>
        </w:rPr>
      </w:pPr>
      <w:r w:rsidRPr="00E97F23">
        <w:rPr>
          <w:rFonts w:ascii="Calibri" w:hAnsi="Calibri" w:cs="Arial"/>
          <w:sz w:val="20"/>
          <w:szCs w:val="20"/>
        </w:rPr>
        <w:t>Which element is this? _____________________________________________</w:t>
      </w:r>
    </w:p>
    <w:p w14:paraId="4D898F43" w14:textId="77777777" w:rsidR="00E62359" w:rsidRPr="00E97F23" w:rsidRDefault="00E62359" w:rsidP="00E62359">
      <w:pPr>
        <w:tabs>
          <w:tab w:val="left" w:pos="5355"/>
        </w:tabs>
        <w:autoSpaceDE w:val="0"/>
        <w:autoSpaceDN w:val="0"/>
        <w:adjustRightInd w:val="0"/>
        <w:ind w:left="720" w:firstLine="558"/>
        <w:rPr>
          <w:rFonts w:ascii="Calibri" w:hAnsi="Calibri" w:cs="Arial"/>
          <w:sz w:val="20"/>
          <w:szCs w:val="20"/>
        </w:rPr>
      </w:pPr>
    </w:p>
    <w:p w14:paraId="3149E138" w14:textId="77777777" w:rsidR="00E62359" w:rsidRPr="00E62359" w:rsidRDefault="00E62359" w:rsidP="00E62359">
      <w:pPr>
        <w:pStyle w:val="ListParagraph"/>
        <w:numPr>
          <w:ilvl w:val="0"/>
          <w:numId w:val="5"/>
        </w:numPr>
        <w:tabs>
          <w:tab w:val="left" w:pos="864"/>
        </w:tabs>
        <w:rPr>
          <w:rFonts w:ascii="Calibri" w:hAnsi="Calibri" w:cs="Arial"/>
          <w:sz w:val="20"/>
          <w:szCs w:val="20"/>
        </w:rPr>
      </w:pPr>
      <w:r w:rsidRPr="00E62359">
        <w:rPr>
          <w:rFonts w:ascii="Calibri" w:hAnsi="Calibri" w:cs="Arial"/>
          <w:sz w:val="20"/>
          <w:szCs w:val="20"/>
        </w:rPr>
        <w:t>All atoms of the same element have the same:</w:t>
      </w:r>
    </w:p>
    <w:p w14:paraId="7A52000D" w14:textId="77777777" w:rsidR="00E62359" w:rsidRPr="00E97F23" w:rsidRDefault="00E62359" w:rsidP="00E62359">
      <w:pPr>
        <w:tabs>
          <w:tab w:val="left" w:pos="5400"/>
        </w:tabs>
        <w:autoSpaceDE w:val="0"/>
        <w:autoSpaceDN w:val="0"/>
        <w:adjustRightInd w:val="0"/>
        <w:ind w:left="720" w:firstLine="558"/>
        <w:rPr>
          <w:rFonts w:ascii="Calibri" w:hAnsi="Calibri" w:cs="Arial"/>
          <w:sz w:val="20"/>
          <w:szCs w:val="20"/>
        </w:rPr>
      </w:pPr>
      <w:r w:rsidRPr="00E97F23">
        <w:rPr>
          <w:rFonts w:ascii="Calibri" w:hAnsi="Calibri" w:cs="Arial"/>
          <w:b/>
          <w:bCs/>
          <w:sz w:val="20"/>
          <w:szCs w:val="20"/>
        </w:rPr>
        <w:t xml:space="preserve">a. </w:t>
      </w:r>
      <w:r w:rsidRPr="00E97F23">
        <w:rPr>
          <w:rFonts w:ascii="Calibri" w:hAnsi="Calibri" w:cs="Arial"/>
          <w:sz w:val="20"/>
          <w:szCs w:val="20"/>
        </w:rPr>
        <w:t>number of protons.</w:t>
      </w:r>
    </w:p>
    <w:p w14:paraId="36D8E357" w14:textId="77777777" w:rsidR="00E62359" w:rsidRPr="00E97F23" w:rsidRDefault="00E62359" w:rsidP="00E62359">
      <w:pPr>
        <w:ind w:left="558" w:firstLine="720"/>
        <w:rPr>
          <w:rFonts w:ascii="Calibri" w:hAnsi="Calibri" w:cs="Arial"/>
          <w:sz w:val="20"/>
          <w:szCs w:val="20"/>
        </w:rPr>
      </w:pPr>
      <w:r w:rsidRPr="00E97F23">
        <w:rPr>
          <w:rFonts w:ascii="Calibri" w:hAnsi="Calibri" w:cs="Arial"/>
          <w:b/>
          <w:bCs/>
          <w:sz w:val="20"/>
          <w:szCs w:val="20"/>
        </w:rPr>
        <w:t xml:space="preserve">b. </w:t>
      </w:r>
      <w:r w:rsidRPr="00E97F23">
        <w:rPr>
          <w:rFonts w:ascii="Calibri" w:hAnsi="Calibri" w:cs="Arial"/>
          <w:sz w:val="20"/>
          <w:szCs w:val="20"/>
        </w:rPr>
        <w:t>number of neutrons.</w:t>
      </w:r>
    </w:p>
    <w:p w14:paraId="39965ABF" w14:textId="77777777" w:rsidR="00E62359" w:rsidRPr="00E97F23" w:rsidRDefault="00E62359" w:rsidP="00E62359">
      <w:pPr>
        <w:tabs>
          <w:tab w:val="left" w:pos="5400"/>
        </w:tabs>
        <w:autoSpaceDE w:val="0"/>
        <w:autoSpaceDN w:val="0"/>
        <w:adjustRightInd w:val="0"/>
        <w:ind w:left="720" w:firstLine="558"/>
        <w:rPr>
          <w:rFonts w:ascii="Calibri" w:hAnsi="Calibri" w:cs="Arial"/>
          <w:sz w:val="20"/>
          <w:szCs w:val="20"/>
        </w:rPr>
      </w:pPr>
      <w:r w:rsidRPr="00E97F23">
        <w:rPr>
          <w:rFonts w:ascii="Calibri" w:hAnsi="Calibri" w:cs="Arial"/>
          <w:b/>
          <w:bCs/>
          <w:sz w:val="20"/>
          <w:szCs w:val="20"/>
        </w:rPr>
        <w:t xml:space="preserve">c. </w:t>
      </w:r>
      <w:r w:rsidRPr="00E97F23">
        <w:rPr>
          <w:rFonts w:ascii="Calibri" w:hAnsi="Calibri" w:cs="Arial"/>
          <w:sz w:val="20"/>
          <w:szCs w:val="20"/>
        </w:rPr>
        <w:t>atomic mass.</w:t>
      </w:r>
    </w:p>
    <w:p w14:paraId="58241891" w14:textId="77777777" w:rsidR="00E62359" w:rsidRPr="00E97F23" w:rsidRDefault="00E62359" w:rsidP="00E62359">
      <w:pPr>
        <w:ind w:left="558" w:firstLine="720"/>
        <w:rPr>
          <w:rFonts w:ascii="Calibri" w:hAnsi="Calibri" w:cs="Arial"/>
          <w:sz w:val="20"/>
          <w:szCs w:val="20"/>
        </w:rPr>
      </w:pPr>
      <w:r w:rsidRPr="00E97F23">
        <w:rPr>
          <w:rFonts w:ascii="Calibri" w:hAnsi="Calibri" w:cs="Arial"/>
          <w:b/>
          <w:bCs/>
          <w:sz w:val="20"/>
          <w:szCs w:val="20"/>
        </w:rPr>
        <w:t xml:space="preserve">d. </w:t>
      </w:r>
      <w:r w:rsidRPr="00E97F23">
        <w:rPr>
          <w:rFonts w:ascii="Calibri" w:hAnsi="Calibri" w:cs="Arial"/>
          <w:sz w:val="20"/>
          <w:szCs w:val="20"/>
        </w:rPr>
        <w:t>mass.</w:t>
      </w:r>
    </w:p>
    <w:p w14:paraId="7F8C4117" w14:textId="77777777" w:rsidR="00E62359" w:rsidRPr="00E97F23" w:rsidRDefault="00E62359" w:rsidP="00E62359">
      <w:pPr>
        <w:rPr>
          <w:rFonts w:ascii="Calibri" w:hAnsi="Calibri" w:cs="Arial"/>
        </w:rPr>
      </w:pPr>
    </w:p>
    <w:p w14:paraId="42AA00A6" w14:textId="77777777" w:rsidR="00E62359" w:rsidRPr="00E62359" w:rsidRDefault="00E62359" w:rsidP="00E62359">
      <w:pPr>
        <w:pStyle w:val="ListParagraph"/>
        <w:numPr>
          <w:ilvl w:val="0"/>
          <w:numId w:val="5"/>
        </w:numPr>
        <w:tabs>
          <w:tab w:val="left" w:pos="864"/>
        </w:tabs>
        <w:rPr>
          <w:rFonts w:ascii="Calibri" w:hAnsi="Calibri" w:cs="Arial"/>
          <w:sz w:val="20"/>
          <w:szCs w:val="20"/>
        </w:rPr>
      </w:pPr>
      <w:r w:rsidRPr="00E62359">
        <w:rPr>
          <w:rFonts w:ascii="Calibri" w:hAnsi="Calibri" w:cs="Arial"/>
          <w:sz w:val="20"/>
          <w:szCs w:val="20"/>
        </w:rPr>
        <w:t xml:space="preserve">Which of these statements is </w:t>
      </w:r>
      <w:r w:rsidRPr="00E62359">
        <w:rPr>
          <w:rFonts w:ascii="Calibri" w:hAnsi="Calibri" w:cs="Arial"/>
          <w:i/>
          <w:sz w:val="20"/>
          <w:szCs w:val="20"/>
        </w:rPr>
        <w:t xml:space="preserve">not </w:t>
      </w:r>
      <w:r w:rsidRPr="00E62359">
        <w:rPr>
          <w:rFonts w:ascii="Calibri" w:hAnsi="Calibri" w:cs="Arial"/>
          <w:sz w:val="20"/>
          <w:szCs w:val="20"/>
        </w:rPr>
        <w:t>true?</w:t>
      </w:r>
    </w:p>
    <w:p w14:paraId="0EE7AC5C" w14:textId="77777777" w:rsidR="00E62359" w:rsidRPr="00E97F23" w:rsidRDefault="00E62359" w:rsidP="00E62359">
      <w:pPr>
        <w:tabs>
          <w:tab w:val="left" w:pos="5373"/>
        </w:tabs>
        <w:autoSpaceDE w:val="0"/>
        <w:autoSpaceDN w:val="0"/>
        <w:adjustRightInd w:val="0"/>
        <w:ind w:left="720" w:firstLine="558"/>
        <w:rPr>
          <w:rFonts w:ascii="Calibri" w:hAnsi="Calibri" w:cs="Arial"/>
          <w:sz w:val="20"/>
          <w:szCs w:val="20"/>
        </w:rPr>
      </w:pPr>
      <w:r w:rsidRPr="00E97F23">
        <w:rPr>
          <w:rFonts w:ascii="Calibri" w:hAnsi="Calibri" w:cs="Arial"/>
          <w:b/>
          <w:bCs/>
          <w:sz w:val="20"/>
          <w:szCs w:val="20"/>
        </w:rPr>
        <w:t xml:space="preserve">a. </w:t>
      </w:r>
      <w:r>
        <w:rPr>
          <w:rFonts w:ascii="Calibri" w:hAnsi="Calibri" w:cs="Arial"/>
          <w:sz w:val="20"/>
          <w:szCs w:val="20"/>
        </w:rPr>
        <w:t>Atoms of the same element</w:t>
      </w:r>
      <w:r w:rsidRPr="00E97F23">
        <w:rPr>
          <w:rFonts w:ascii="Calibri" w:hAnsi="Calibri" w:cs="Arial"/>
          <w:sz w:val="20"/>
          <w:szCs w:val="20"/>
        </w:rPr>
        <w:t xml:space="preserve"> can have different </w:t>
      </w:r>
      <w:r>
        <w:rPr>
          <w:rFonts w:ascii="Calibri" w:hAnsi="Calibri" w:cs="Arial"/>
          <w:sz w:val="20"/>
          <w:szCs w:val="20"/>
        </w:rPr>
        <w:t xml:space="preserve">atomic </w:t>
      </w:r>
      <w:r w:rsidRPr="00E97F23">
        <w:rPr>
          <w:rFonts w:ascii="Calibri" w:hAnsi="Calibri" w:cs="Arial"/>
          <w:sz w:val="20"/>
          <w:szCs w:val="20"/>
        </w:rPr>
        <w:t>masses.</w:t>
      </w:r>
    </w:p>
    <w:p w14:paraId="68CC06E8" w14:textId="77777777" w:rsidR="00E62359" w:rsidRPr="00E97F23" w:rsidRDefault="00E62359" w:rsidP="00E62359">
      <w:pPr>
        <w:tabs>
          <w:tab w:val="left" w:pos="5373"/>
        </w:tabs>
        <w:autoSpaceDE w:val="0"/>
        <w:autoSpaceDN w:val="0"/>
        <w:adjustRightInd w:val="0"/>
        <w:ind w:left="720" w:firstLine="558"/>
        <w:rPr>
          <w:rFonts w:ascii="Calibri" w:hAnsi="Calibri" w:cs="Arial"/>
          <w:sz w:val="20"/>
          <w:szCs w:val="20"/>
        </w:rPr>
      </w:pPr>
      <w:r w:rsidRPr="00E97F23">
        <w:rPr>
          <w:rFonts w:ascii="Calibri" w:hAnsi="Calibri" w:cs="Arial"/>
          <w:b/>
          <w:sz w:val="20"/>
          <w:szCs w:val="20"/>
        </w:rPr>
        <w:t>b.</w:t>
      </w:r>
      <w:r w:rsidRPr="00E97F23">
        <w:rPr>
          <w:rFonts w:ascii="Calibri" w:hAnsi="Calibri" w:cs="Arial"/>
          <w:sz w:val="20"/>
          <w:szCs w:val="20"/>
        </w:rPr>
        <w:t xml:space="preserve"> The nucleus of an atom has a positive charge.</w:t>
      </w:r>
    </w:p>
    <w:p w14:paraId="7631E90A" w14:textId="77777777" w:rsidR="00E62359" w:rsidRPr="00E97F23" w:rsidRDefault="00E62359" w:rsidP="00E62359">
      <w:pPr>
        <w:tabs>
          <w:tab w:val="left" w:pos="5373"/>
        </w:tabs>
        <w:autoSpaceDE w:val="0"/>
        <w:autoSpaceDN w:val="0"/>
        <w:adjustRightInd w:val="0"/>
        <w:ind w:left="720" w:firstLine="558"/>
        <w:rPr>
          <w:rFonts w:ascii="Calibri" w:hAnsi="Calibri" w:cs="Arial"/>
          <w:sz w:val="20"/>
          <w:szCs w:val="20"/>
        </w:rPr>
      </w:pPr>
      <w:r w:rsidRPr="00E97F23">
        <w:rPr>
          <w:rFonts w:ascii="Calibri" w:hAnsi="Calibri" w:cs="Arial"/>
          <w:b/>
          <w:sz w:val="20"/>
          <w:szCs w:val="20"/>
        </w:rPr>
        <w:t>c.</w:t>
      </w:r>
      <w:r w:rsidRPr="00E97F23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Isotopes</w:t>
      </w:r>
      <w:r w:rsidRPr="00E97F23">
        <w:rPr>
          <w:rFonts w:ascii="Calibri" w:hAnsi="Calibri" w:cs="Arial"/>
          <w:sz w:val="20"/>
          <w:szCs w:val="20"/>
        </w:rPr>
        <w:t xml:space="preserve"> of an element have different numbers of protons.</w:t>
      </w:r>
    </w:p>
    <w:p w14:paraId="73C62103" w14:textId="77777777" w:rsidR="00E62359" w:rsidRPr="00E97F23" w:rsidRDefault="00E62359" w:rsidP="00E62359">
      <w:pPr>
        <w:tabs>
          <w:tab w:val="left" w:pos="5373"/>
        </w:tabs>
        <w:autoSpaceDE w:val="0"/>
        <w:autoSpaceDN w:val="0"/>
        <w:adjustRightInd w:val="0"/>
        <w:ind w:left="720" w:firstLine="558"/>
        <w:rPr>
          <w:rFonts w:ascii="Calibri" w:hAnsi="Calibri" w:cs="Arial"/>
          <w:sz w:val="20"/>
          <w:szCs w:val="20"/>
        </w:rPr>
      </w:pPr>
      <w:r w:rsidRPr="00E97F23">
        <w:rPr>
          <w:rFonts w:ascii="Calibri" w:hAnsi="Calibri" w:cs="Arial"/>
          <w:b/>
          <w:sz w:val="20"/>
          <w:szCs w:val="20"/>
        </w:rPr>
        <w:t>d.</w:t>
      </w:r>
      <w:r w:rsidRPr="00E97F23">
        <w:rPr>
          <w:rFonts w:ascii="Calibri" w:hAnsi="Calibri" w:cs="Arial"/>
          <w:sz w:val="20"/>
          <w:szCs w:val="20"/>
        </w:rPr>
        <w:t xml:space="preserve"> Atoms are mostly empty space.</w:t>
      </w:r>
    </w:p>
    <w:p w14:paraId="12ED5E03" w14:textId="77777777" w:rsidR="00E62359" w:rsidRPr="00E97F23" w:rsidRDefault="00E62359" w:rsidP="00E62359">
      <w:pPr>
        <w:rPr>
          <w:rFonts w:ascii="Calibri" w:hAnsi="Calibri" w:cs="Arial"/>
        </w:rPr>
      </w:pPr>
    </w:p>
    <w:p w14:paraId="1E47C6C9" w14:textId="77777777" w:rsidR="00E62359" w:rsidRPr="00882F03" w:rsidRDefault="00E62359" w:rsidP="00E62359">
      <w:pPr>
        <w:rPr>
          <w:rFonts w:ascii="Calibri" w:hAnsi="Calibri" w:cs="Arial"/>
          <w:b/>
          <w:sz w:val="36"/>
          <w:szCs w:val="36"/>
        </w:rPr>
      </w:pPr>
      <w:r w:rsidRPr="00882F03">
        <w:rPr>
          <w:rFonts w:ascii="Calibri" w:hAnsi="Calibri" w:cs="Arial"/>
          <w:b/>
          <w:sz w:val="36"/>
          <w:szCs w:val="36"/>
        </w:rPr>
        <w:t>Ions</w:t>
      </w:r>
    </w:p>
    <w:p w14:paraId="42A1D374" w14:textId="77777777" w:rsidR="00E62359" w:rsidRPr="00E97F23" w:rsidRDefault="00E62359" w:rsidP="00E62359">
      <w:pPr>
        <w:rPr>
          <w:rFonts w:ascii="Calibri" w:hAnsi="Calibri" w:cs="Arial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688"/>
        <w:gridCol w:w="1583"/>
        <w:gridCol w:w="1583"/>
        <w:gridCol w:w="1736"/>
        <w:gridCol w:w="1740"/>
        <w:gridCol w:w="1740"/>
      </w:tblGrid>
      <w:tr w:rsidR="00E62359" w:rsidRPr="00E97F23" w14:paraId="009A0E86" w14:textId="77777777" w:rsidTr="00E62359">
        <w:trPr>
          <w:jc w:val="center"/>
        </w:trPr>
        <w:tc>
          <w:tcPr>
            <w:tcW w:w="838" w:type="pct"/>
            <w:shd w:val="clear" w:color="auto" w:fill="D9D9D9" w:themeFill="background1" w:themeFillShade="D9"/>
          </w:tcPr>
          <w:p w14:paraId="5539D917" w14:textId="77777777" w:rsidR="00E62359" w:rsidRPr="00E97F23" w:rsidRDefault="00E62359" w:rsidP="00ED47C4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E97F23">
              <w:rPr>
                <w:rFonts w:ascii="Calibri" w:hAnsi="Calibri" w:cs="Arial"/>
              </w:rPr>
              <w:t>Isotope Symbol</w:t>
            </w:r>
          </w:p>
        </w:tc>
        <w:tc>
          <w:tcPr>
            <w:tcW w:w="786" w:type="pct"/>
            <w:shd w:val="clear" w:color="auto" w:fill="D9D9D9" w:themeFill="background1" w:themeFillShade="D9"/>
          </w:tcPr>
          <w:p w14:paraId="274A19EE" w14:textId="77777777" w:rsidR="00E62359" w:rsidRPr="00E97F23" w:rsidRDefault="00E62359" w:rsidP="00ED47C4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E97F23">
              <w:rPr>
                <w:rFonts w:ascii="Calibri" w:hAnsi="Calibri" w:cs="Arial"/>
              </w:rPr>
              <w:t>Atomic Number</w:t>
            </w:r>
          </w:p>
        </w:tc>
        <w:tc>
          <w:tcPr>
            <w:tcW w:w="786" w:type="pct"/>
            <w:shd w:val="clear" w:color="auto" w:fill="D9D9D9" w:themeFill="background1" w:themeFillShade="D9"/>
          </w:tcPr>
          <w:p w14:paraId="60D17961" w14:textId="77777777" w:rsidR="00E62359" w:rsidRPr="00E97F23" w:rsidRDefault="00E62359" w:rsidP="00ED47C4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Mass Number</w:t>
            </w:r>
          </w:p>
        </w:tc>
        <w:tc>
          <w:tcPr>
            <w:tcW w:w="862" w:type="pct"/>
            <w:shd w:val="clear" w:color="auto" w:fill="D9D9D9" w:themeFill="background1" w:themeFillShade="D9"/>
            <w:vAlign w:val="center"/>
          </w:tcPr>
          <w:p w14:paraId="5F2A67BC" w14:textId="77777777" w:rsidR="00E62359" w:rsidRPr="00E97F23" w:rsidRDefault="00E62359" w:rsidP="00ED47C4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E97F23">
              <w:rPr>
                <w:rFonts w:ascii="Calibri" w:hAnsi="Calibri" w:cs="Arial"/>
              </w:rPr>
              <w:t># of protons</w:t>
            </w:r>
          </w:p>
        </w:tc>
        <w:tc>
          <w:tcPr>
            <w:tcW w:w="864" w:type="pct"/>
            <w:shd w:val="clear" w:color="auto" w:fill="D9D9D9" w:themeFill="background1" w:themeFillShade="D9"/>
            <w:vAlign w:val="center"/>
          </w:tcPr>
          <w:p w14:paraId="78DA8DE8" w14:textId="77777777" w:rsidR="00E62359" w:rsidRPr="00E97F23" w:rsidRDefault="00E62359" w:rsidP="00ED47C4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E97F23">
              <w:rPr>
                <w:rFonts w:ascii="Calibri" w:hAnsi="Calibri" w:cs="Arial"/>
              </w:rPr>
              <w:t># of neutrons</w:t>
            </w:r>
          </w:p>
        </w:tc>
        <w:tc>
          <w:tcPr>
            <w:tcW w:w="864" w:type="pct"/>
            <w:shd w:val="clear" w:color="auto" w:fill="D9D9D9" w:themeFill="background1" w:themeFillShade="D9"/>
            <w:vAlign w:val="center"/>
          </w:tcPr>
          <w:p w14:paraId="7382EBB9" w14:textId="77777777" w:rsidR="00E62359" w:rsidRPr="00E97F23" w:rsidRDefault="00E62359" w:rsidP="00ED47C4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E97F23">
              <w:rPr>
                <w:rFonts w:ascii="Calibri" w:hAnsi="Calibri" w:cs="Arial"/>
              </w:rPr>
              <w:t># of electrons</w:t>
            </w:r>
          </w:p>
        </w:tc>
      </w:tr>
      <w:tr w:rsidR="00E62359" w:rsidRPr="00E97F23" w14:paraId="02723F12" w14:textId="77777777" w:rsidTr="00E62359">
        <w:trPr>
          <w:jc w:val="center"/>
        </w:trPr>
        <w:tc>
          <w:tcPr>
            <w:tcW w:w="838" w:type="pct"/>
          </w:tcPr>
          <w:p w14:paraId="312BD6F7" w14:textId="77777777" w:rsidR="00E62359" w:rsidRPr="00E97F23" w:rsidRDefault="00A8484B" w:rsidP="00ED47C4">
            <w:pPr>
              <w:spacing w:line="276" w:lineRule="auto"/>
              <w:rPr>
                <w:rFonts w:ascii="Calibri" w:hAnsi="Calibri" w:cs="Arial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8</m:t>
                    </m:r>
                  </m:sub>
                  <m:sup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16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32"/>
                            <w:szCs w:val="32"/>
                          </w:rPr>
                          <m:t>O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32"/>
                            <w:szCs w:val="32"/>
                          </w:rPr>
                          <m:t>-2</m:t>
                        </m:r>
                      </m:sup>
                    </m:sSup>
                  </m:e>
                </m:sPre>
              </m:oMath>
            </m:oMathPara>
          </w:p>
        </w:tc>
        <w:tc>
          <w:tcPr>
            <w:tcW w:w="786" w:type="pct"/>
          </w:tcPr>
          <w:p w14:paraId="79E2829E" w14:textId="77777777" w:rsidR="00E62359" w:rsidRPr="00E97F23" w:rsidRDefault="00E62359" w:rsidP="00ED47C4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786" w:type="pct"/>
          </w:tcPr>
          <w:p w14:paraId="01B9D848" w14:textId="77777777" w:rsidR="00E62359" w:rsidRPr="00E97F23" w:rsidRDefault="00E62359" w:rsidP="00ED47C4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862" w:type="pct"/>
          </w:tcPr>
          <w:p w14:paraId="51AAFB2D" w14:textId="77777777" w:rsidR="00E62359" w:rsidRPr="00E97F23" w:rsidRDefault="00E62359" w:rsidP="00ED47C4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864" w:type="pct"/>
          </w:tcPr>
          <w:p w14:paraId="2772CFF5" w14:textId="77777777" w:rsidR="00E62359" w:rsidRPr="00E97F23" w:rsidRDefault="00E62359" w:rsidP="00ED47C4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864" w:type="pct"/>
          </w:tcPr>
          <w:p w14:paraId="7AA0B5FA" w14:textId="77777777" w:rsidR="00E62359" w:rsidRPr="00E97F23" w:rsidRDefault="00E62359" w:rsidP="00ED47C4">
            <w:pPr>
              <w:spacing w:line="276" w:lineRule="auto"/>
              <w:rPr>
                <w:rFonts w:ascii="Calibri" w:hAnsi="Calibri" w:cs="Arial"/>
              </w:rPr>
            </w:pPr>
          </w:p>
        </w:tc>
      </w:tr>
      <w:tr w:rsidR="00E62359" w:rsidRPr="00E97F23" w14:paraId="4D3E4CAD" w14:textId="77777777" w:rsidTr="00E62359">
        <w:trPr>
          <w:jc w:val="center"/>
        </w:trPr>
        <w:tc>
          <w:tcPr>
            <w:tcW w:w="838" w:type="pct"/>
          </w:tcPr>
          <w:p w14:paraId="73EA43C4" w14:textId="77777777" w:rsidR="00E62359" w:rsidRPr="00E97F23" w:rsidRDefault="00A8484B" w:rsidP="00ED47C4">
            <w:pPr>
              <w:spacing w:line="276" w:lineRule="auto"/>
              <w:rPr>
                <w:rFonts w:ascii="Calibri" w:hAnsi="Calibri" w:cs="Arial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4</m:t>
                    </m:r>
                  </m:sub>
                  <m:sup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7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32"/>
                            <w:szCs w:val="32"/>
                          </w:rPr>
                          <m:t>Be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32"/>
                            <w:szCs w:val="32"/>
                          </w:rPr>
                          <m:t>+2</m:t>
                        </m:r>
                      </m:sup>
                    </m:sSup>
                  </m:e>
                </m:sPre>
              </m:oMath>
            </m:oMathPara>
          </w:p>
        </w:tc>
        <w:tc>
          <w:tcPr>
            <w:tcW w:w="786" w:type="pct"/>
          </w:tcPr>
          <w:p w14:paraId="7D36B92D" w14:textId="77777777" w:rsidR="00E62359" w:rsidRPr="00E97F23" w:rsidRDefault="00E62359" w:rsidP="00ED47C4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786" w:type="pct"/>
          </w:tcPr>
          <w:p w14:paraId="376AF7BF" w14:textId="77777777" w:rsidR="00E62359" w:rsidRPr="00E97F23" w:rsidRDefault="00E62359" w:rsidP="00ED47C4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862" w:type="pct"/>
          </w:tcPr>
          <w:p w14:paraId="1DAF32BB" w14:textId="77777777" w:rsidR="00E62359" w:rsidRPr="00E97F23" w:rsidRDefault="00E62359" w:rsidP="00ED47C4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864" w:type="pct"/>
          </w:tcPr>
          <w:p w14:paraId="6539E954" w14:textId="77777777" w:rsidR="00E62359" w:rsidRPr="00E97F23" w:rsidRDefault="00E62359" w:rsidP="00ED47C4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864" w:type="pct"/>
          </w:tcPr>
          <w:p w14:paraId="79B91A99" w14:textId="77777777" w:rsidR="00E62359" w:rsidRPr="00E97F23" w:rsidRDefault="00E62359" w:rsidP="00ED47C4">
            <w:pPr>
              <w:spacing w:line="276" w:lineRule="auto"/>
              <w:rPr>
                <w:rFonts w:ascii="Calibri" w:hAnsi="Calibri" w:cs="Arial"/>
              </w:rPr>
            </w:pPr>
          </w:p>
        </w:tc>
      </w:tr>
      <w:tr w:rsidR="00E62359" w:rsidRPr="00E97F23" w14:paraId="407FD081" w14:textId="77777777" w:rsidTr="00E62359">
        <w:trPr>
          <w:jc w:val="center"/>
        </w:trPr>
        <w:tc>
          <w:tcPr>
            <w:tcW w:w="838" w:type="pct"/>
          </w:tcPr>
          <w:p w14:paraId="6A1074AB" w14:textId="77777777" w:rsidR="00E62359" w:rsidRPr="00E97F23" w:rsidRDefault="00A8484B" w:rsidP="00ED47C4">
            <w:pPr>
              <w:spacing w:line="276" w:lineRule="auto"/>
              <w:rPr>
                <w:rFonts w:ascii="Calibri" w:hAnsi="Calibri" w:cs="Arial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11</m:t>
                    </m:r>
                  </m:sub>
                  <m:sup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24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32"/>
                            <w:szCs w:val="32"/>
                          </w:rPr>
                          <m:t>Na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32"/>
                            <w:szCs w:val="32"/>
                          </w:rPr>
                          <m:t>+1</m:t>
                        </m:r>
                      </m:sup>
                    </m:sSup>
                  </m:e>
                </m:sPre>
              </m:oMath>
            </m:oMathPara>
          </w:p>
        </w:tc>
        <w:tc>
          <w:tcPr>
            <w:tcW w:w="786" w:type="pct"/>
          </w:tcPr>
          <w:p w14:paraId="1458AC93" w14:textId="77777777" w:rsidR="00E62359" w:rsidRPr="00E97F23" w:rsidRDefault="00E62359" w:rsidP="00ED47C4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786" w:type="pct"/>
          </w:tcPr>
          <w:p w14:paraId="28E13ED2" w14:textId="77777777" w:rsidR="00E62359" w:rsidRPr="00E97F23" w:rsidRDefault="00E62359" w:rsidP="00ED47C4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862" w:type="pct"/>
          </w:tcPr>
          <w:p w14:paraId="6433D9B3" w14:textId="77777777" w:rsidR="00E62359" w:rsidRPr="00E97F23" w:rsidRDefault="00E62359" w:rsidP="00ED47C4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864" w:type="pct"/>
          </w:tcPr>
          <w:p w14:paraId="343398F2" w14:textId="77777777" w:rsidR="00E62359" w:rsidRPr="00E97F23" w:rsidRDefault="00E62359" w:rsidP="00ED47C4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864" w:type="pct"/>
          </w:tcPr>
          <w:p w14:paraId="3A7F4B7D" w14:textId="77777777" w:rsidR="00E62359" w:rsidRPr="00E97F23" w:rsidRDefault="00E62359" w:rsidP="00ED47C4">
            <w:pPr>
              <w:spacing w:line="276" w:lineRule="auto"/>
              <w:rPr>
                <w:rFonts w:ascii="Calibri" w:hAnsi="Calibri" w:cs="Arial"/>
              </w:rPr>
            </w:pPr>
          </w:p>
        </w:tc>
      </w:tr>
    </w:tbl>
    <w:p w14:paraId="23B132A6" w14:textId="77777777" w:rsidR="00E62359" w:rsidRDefault="00E62359" w:rsidP="00E62359">
      <w:pPr>
        <w:rPr>
          <w:rFonts w:ascii="Calibri" w:hAnsi="Calibri" w:cs="Arial"/>
        </w:rPr>
      </w:pPr>
    </w:p>
    <w:p w14:paraId="5FF0E0D8" w14:textId="77777777" w:rsidR="00E62359" w:rsidRPr="00E97F23" w:rsidRDefault="00E62359" w:rsidP="00E62359">
      <w:pPr>
        <w:rPr>
          <w:rFonts w:ascii="Calibri" w:hAnsi="Calibri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9"/>
        <w:gridCol w:w="1668"/>
        <w:gridCol w:w="1090"/>
        <w:gridCol w:w="1219"/>
        <w:gridCol w:w="853"/>
        <w:gridCol w:w="1267"/>
      </w:tblGrid>
      <w:tr w:rsidR="00E62359" w:rsidRPr="00E97F23" w14:paraId="27E896D4" w14:textId="77777777" w:rsidTr="00ED47C4">
        <w:tc>
          <w:tcPr>
            <w:tcW w:w="0" w:type="auto"/>
          </w:tcPr>
          <w:p w14:paraId="36EEB6CE" w14:textId="77777777" w:rsidR="00E62359" w:rsidRPr="00F02031" w:rsidRDefault="00E62359" w:rsidP="00ED47C4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F02031">
              <w:rPr>
                <w:rFonts w:ascii="Calibri" w:hAnsi="Calibri" w:cs="Arial"/>
                <w:b/>
                <w:sz w:val="22"/>
                <w:szCs w:val="22"/>
              </w:rPr>
              <w:t>Element</w:t>
            </w:r>
          </w:p>
        </w:tc>
        <w:tc>
          <w:tcPr>
            <w:tcW w:w="0" w:type="auto"/>
          </w:tcPr>
          <w:p w14:paraId="7EE7CBBB" w14:textId="77777777" w:rsidR="00E62359" w:rsidRPr="00F02031" w:rsidRDefault="00E62359" w:rsidP="00ED47C4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F02031">
              <w:rPr>
                <w:rFonts w:ascii="Calibri" w:hAnsi="Calibri" w:cs="Arial"/>
                <w:b/>
                <w:sz w:val="22"/>
                <w:szCs w:val="22"/>
              </w:rPr>
              <w:t>Atomic Number</w:t>
            </w:r>
          </w:p>
        </w:tc>
        <w:tc>
          <w:tcPr>
            <w:tcW w:w="0" w:type="auto"/>
          </w:tcPr>
          <w:p w14:paraId="1D7FCF67" w14:textId="77777777" w:rsidR="00E62359" w:rsidRPr="00F02031" w:rsidRDefault="00E62359" w:rsidP="00ED47C4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F02031">
              <w:rPr>
                <w:rFonts w:ascii="Calibri" w:hAnsi="Calibri" w:cs="Arial"/>
                <w:b/>
                <w:sz w:val="22"/>
                <w:szCs w:val="22"/>
              </w:rPr>
              <w:t># Protons</w:t>
            </w:r>
          </w:p>
        </w:tc>
        <w:tc>
          <w:tcPr>
            <w:tcW w:w="0" w:type="auto"/>
          </w:tcPr>
          <w:p w14:paraId="4B446FAB" w14:textId="77777777" w:rsidR="00E62359" w:rsidRPr="00F02031" w:rsidRDefault="00E62359" w:rsidP="00ED47C4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F02031">
              <w:rPr>
                <w:rFonts w:ascii="Calibri" w:hAnsi="Calibri" w:cs="Arial"/>
                <w:b/>
                <w:sz w:val="22"/>
                <w:szCs w:val="22"/>
              </w:rPr>
              <w:t># Electrons</w:t>
            </w:r>
          </w:p>
        </w:tc>
        <w:tc>
          <w:tcPr>
            <w:tcW w:w="0" w:type="auto"/>
          </w:tcPr>
          <w:p w14:paraId="1B7CD761" w14:textId="77777777" w:rsidR="00E62359" w:rsidRPr="00F02031" w:rsidRDefault="00E62359" w:rsidP="00ED47C4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F02031">
              <w:rPr>
                <w:rFonts w:ascii="Calibri" w:hAnsi="Calibri" w:cs="Arial"/>
                <w:b/>
                <w:sz w:val="22"/>
                <w:szCs w:val="22"/>
              </w:rPr>
              <w:t>Charge</w:t>
            </w:r>
          </w:p>
        </w:tc>
        <w:tc>
          <w:tcPr>
            <w:tcW w:w="1267" w:type="dxa"/>
          </w:tcPr>
          <w:p w14:paraId="1F5F5911" w14:textId="77777777" w:rsidR="00E62359" w:rsidRPr="00F02031" w:rsidRDefault="00E62359" w:rsidP="00ED47C4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F02031">
              <w:rPr>
                <w:rFonts w:ascii="Calibri" w:hAnsi="Calibri" w:cs="Arial"/>
                <w:b/>
                <w:sz w:val="22"/>
                <w:szCs w:val="22"/>
              </w:rPr>
              <w:t>Isotope Symbol</w:t>
            </w:r>
          </w:p>
        </w:tc>
      </w:tr>
      <w:tr w:rsidR="00E62359" w:rsidRPr="00E97F23" w14:paraId="792A7EDF" w14:textId="77777777" w:rsidTr="00ED47C4">
        <w:tc>
          <w:tcPr>
            <w:tcW w:w="0" w:type="auto"/>
          </w:tcPr>
          <w:p w14:paraId="20EEF897" w14:textId="77777777" w:rsidR="00E62359" w:rsidRPr="00F02031" w:rsidRDefault="00E62359" w:rsidP="00E62359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  <w:r w:rsidRPr="00F02031">
              <w:rPr>
                <w:rFonts w:ascii="Calibri" w:hAnsi="Calibri" w:cs="Arial"/>
                <w:sz w:val="22"/>
                <w:szCs w:val="22"/>
              </w:rPr>
              <w:t>O atom that has gained 2 electrons</w:t>
            </w:r>
          </w:p>
        </w:tc>
        <w:tc>
          <w:tcPr>
            <w:tcW w:w="0" w:type="auto"/>
          </w:tcPr>
          <w:p w14:paraId="0AC38DD4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0" w:type="auto"/>
          </w:tcPr>
          <w:p w14:paraId="0B24B0BF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0" w:type="auto"/>
          </w:tcPr>
          <w:p w14:paraId="199D41BE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0" w:type="auto"/>
            <w:vAlign w:val="center"/>
          </w:tcPr>
          <w:p w14:paraId="40EFCBE6" w14:textId="77777777" w:rsidR="00E62359" w:rsidRPr="00E97F23" w:rsidRDefault="00E62359" w:rsidP="00E62359">
            <w:pPr>
              <w:spacing w:line="360" w:lineRule="auto"/>
              <w:jc w:val="center"/>
              <w:rPr>
                <w:rFonts w:ascii="Calibri" w:hAnsi="Calibri" w:cs="Arial"/>
              </w:rPr>
            </w:pPr>
          </w:p>
        </w:tc>
        <w:tc>
          <w:tcPr>
            <w:tcW w:w="1267" w:type="dxa"/>
            <w:vAlign w:val="center"/>
          </w:tcPr>
          <w:p w14:paraId="4A6E0108" w14:textId="77777777" w:rsidR="00E62359" w:rsidRPr="00251A80" w:rsidRDefault="00E62359" w:rsidP="00E62359">
            <w:pPr>
              <w:spacing w:line="360" w:lineRule="auto"/>
              <w:jc w:val="center"/>
              <w:rPr>
                <w:rFonts w:ascii="Calibri" w:hAnsi="Calibri" w:cs="Arial"/>
                <w:sz w:val="30"/>
                <w:szCs w:val="30"/>
              </w:rPr>
            </w:pPr>
            <w:r>
              <w:rPr>
                <w:rFonts w:ascii="Calibri" w:hAnsi="Calibr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1AD825A" wp14:editId="386E7F00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-51435</wp:posOffset>
                      </wp:positionV>
                      <wp:extent cx="342900" cy="342900"/>
                      <wp:effectExtent l="0" t="0" r="0" b="1270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D5AA847" w14:textId="77777777" w:rsidR="00E62359" w:rsidRPr="00C009DE" w:rsidRDefault="00E62359" w:rsidP="00E62359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 w:rsidRPr="00C009DE">
                                    <w:rPr>
                                      <w:vertAlign w:val="superscript"/>
                                    </w:rPr>
                                    <w:t>-2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AD825A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3.05pt;margin-top:-4pt;width:27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" filled="f" stroked="f">
                      <v:textbox>
                        <w:txbxContent>
                          <w:p w14:paraId="4D5AA847" w14:textId="77777777" w:rsidR="00E62359" w:rsidRPr="00C009DE" w:rsidRDefault="00E62359" w:rsidP="00E62359">
                            <w:pPr>
                              <w:rPr>
                                <w:vertAlign w:val="superscript"/>
                              </w:rPr>
                            </w:pPr>
                            <w:r w:rsidRPr="00C009DE">
                              <w:rPr>
                                <w:vertAlign w:val="superscript"/>
                              </w:rPr>
                              <w:t>-2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m:oMath>
              <m:sPre>
                <m:sPrePr>
                  <m:ctrlPr>
                    <w:rPr>
                      <w:rFonts w:ascii="Cambria Math" w:hAnsi="Cambria Math" w:cs="Arial"/>
                      <w:i/>
                      <w:sz w:val="30"/>
                      <w:szCs w:val="30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30"/>
                      <w:szCs w:val="30"/>
                    </w:rPr>
                    <m:t>8</m:t>
                  </m:r>
                </m:sub>
                <m:sup>
                  <m:r>
                    <w:rPr>
                      <w:rFonts w:ascii="Cambria Math" w:hAnsi="Cambria Math" w:cs="Arial"/>
                      <w:sz w:val="30"/>
                      <w:szCs w:val="30"/>
                    </w:rPr>
                    <m:t>16</m:t>
                  </m:r>
                </m:sup>
                <m:e>
                  <m:r>
                    <w:rPr>
                      <w:rFonts w:ascii="Cambria Math" w:hAnsi="Cambria Math" w:cs="Arial"/>
                      <w:sz w:val="30"/>
                      <w:szCs w:val="30"/>
                    </w:rPr>
                    <m:t>O</m:t>
                  </m:r>
                </m:e>
              </m:sPre>
            </m:oMath>
          </w:p>
        </w:tc>
      </w:tr>
      <w:tr w:rsidR="00E62359" w:rsidRPr="00E97F23" w14:paraId="0D721EC3" w14:textId="77777777" w:rsidTr="00ED47C4">
        <w:tc>
          <w:tcPr>
            <w:tcW w:w="0" w:type="auto"/>
          </w:tcPr>
          <w:p w14:paraId="6E523196" w14:textId="77777777" w:rsidR="00E62359" w:rsidRPr="00F02031" w:rsidRDefault="00E62359" w:rsidP="00E62359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  <w:r w:rsidRPr="00F02031">
              <w:rPr>
                <w:rFonts w:ascii="Calibri" w:hAnsi="Calibri" w:cs="Arial"/>
                <w:sz w:val="22"/>
                <w:szCs w:val="22"/>
              </w:rPr>
              <w:t>K atom that has lost 1 electron</w:t>
            </w:r>
          </w:p>
        </w:tc>
        <w:tc>
          <w:tcPr>
            <w:tcW w:w="0" w:type="auto"/>
          </w:tcPr>
          <w:p w14:paraId="62453C01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0" w:type="auto"/>
          </w:tcPr>
          <w:p w14:paraId="151BDD97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0" w:type="auto"/>
          </w:tcPr>
          <w:p w14:paraId="69109A8F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0" w:type="auto"/>
          </w:tcPr>
          <w:p w14:paraId="3D063C56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1267" w:type="dxa"/>
          </w:tcPr>
          <w:p w14:paraId="334587A9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E62359" w:rsidRPr="00E97F23" w14:paraId="43787BFE" w14:textId="77777777" w:rsidTr="00ED47C4">
        <w:tc>
          <w:tcPr>
            <w:tcW w:w="0" w:type="auto"/>
          </w:tcPr>
          <w:p w14:paraId="6E12D370" w14:textId="77777777" w:rsidR="00E62359" w:rsidRPr="00F02031" w:rsidRDefault="00E62359" w:rsidP="00E62359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  <w:r w:rsidRPr="00F02031">
              <w:rPr>
                <w:rFonts w:ascii="Calibri" w:hAnsi="Calibri" w:cs="Arial"/>
                <w:sz w:val="22"/>
                <w:szCs w:val="22"/>
              </w:rPr>
              <w:t>Mg atom that has lost 2 electrons</w:t>
            </w:r>
          </w:p>
        </w:tc>
        <w:tc>
          <w:tcPr>
            <w:tcW w:w="0" w:type="auto"/>
          </w:tcPr>
          <w:p w14:paraId="63465D28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0" w:type="auto"/>
          </w:tcPr>
          <w:p w14:paraId="1D70AFE9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0" w:type="auto"/>
          </w:tcPr>
          <w:p w14:paraId="07193219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0" w:type="auto"/>
          </w:tcPr>
          <w:p w14:paraId="6CA3A240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1267" w:type="dxa"/>
          </w:tcPr>
          <w:p w14:paraId="5C9461CA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E62359" w:rsidRPr="00E97F23" w14:paraId="0FF7E369" w14:textId="77777777" w:rsidTr="00ED47C4">
        <w:tc>
          <w:tcPr>
            <w:tcW w:w="0" w:type="auto"/>
          </w:tcPr>
          <w:p w14:paraId="0039918D" w14:textId="77777777" w:rsidR="00E62359" w:rsidRPr="00F02031" w:rsidRDefault="00E62359" w:rsidP="00E62359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  <w:r w:rsidRPr="00F02031">
              <w:rPr>
                <w:rFonts w:ascii="Calibri" w:hAnsi="Calibri" w:cs="Arial"/>
                <w:sz w:val="22"/>
                <w:szCs w:val="22"/>
              </w:rPr>
              <w:t>F atom that has gained 1 electron</w:t>
            </w:r>
          </w:p>
        </w:tc>
        <w:tc>
          <w:tcPr>
            <w:tcW w:w="0" w:type="auto"/>
          </w:tcPr>
          <w:p w14:paraId="3B916C45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0" w:type="auto"/>
          </w:tcPr>
          <w:p w14:paraId="54F366B0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0" w:type="auto"/>
          </w:tcPr>
          <w:p w14:paraId="18B74B13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0" w:type="auto"/>
          </w:tcPr>
          <w:p w14:paraId="4AC7E946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1267" w:type="dxa"/>
          </w:tcPr>
          <w:p w14:paraId="724D064E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E62359" w:rsidRPr="00E97F23" w14:paraId="14ECECBB" w14:textId="77777777" w:rsidTr="00ED47C4">
        <w:tc>
          <w:tcPr>
            <w:tcW w:w="0" w:type="auto"/>
          </w:tcPr>
          <w:p w14:paraId="33DBFD66" w14:textId="77777777" w:rsidR="00E62359" w:rsidRPr="00F02031" w:rsidRDefault="00E62359" w:rsidP="00E62359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  <w:r w:rsidRPr="00F02031">
              <w:rPr>
                <w:rFonts w:ascii="Calibri" w:hAnsi="Calibri" w:cs="Arial"/>
                <w:sz w:val="22"/>
                <w:szCs w:val="22"/>
              </w:rPr>
              <w:t>N atom that has gained 3 electrons</w:t>
            </w:r>
          </w:p>
        </w:tc>
        <w:tc>
          <w:tcPr>
            <w:tcW w:w="0" w:type="auto"/>
          </w:tcPr>
          <w:p w14:paraId="19950C1F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0" w:type="auto"/>
          </w:tcPr>
          <w:p w14:paraId="05FEC17B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0" w:type="auto"/>
          </w:tcPr>
          <w:p w14:paraId="19513259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0" w:type="auto"/>
          </w:tcPr>
          <w:p w14:paraId="5B054FAE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1267" w:type="dxa"/>
          </w:tcPr>
          <w:p w14:paraId="75CEADC2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E62359" w:rsidRPr="00E97F23" w14:paraId="7C56B9F5" w14:textId="77777777" w:rsidTr="00ED47C4">
        <w:tc>
          <w:tcPr>
            <w:tcW w:w="0" w:type="auto"/>
          </w:tcPr>
          <w:p w14:paraId="60428225" w14:textId="77777777" w:rsidR="00E62359" w:rsidRPr="00F02031" w:rsidRDefault="00E62359" w:rsidP="00E62359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  <w:r w:rsidRPr="00F02031">
              <w:rPr>
                <w:rFonts w:ascii="Calibri" w:hAnsi="Calibri" w:cs="Arial"/>
                <w:sz w:val="22"/>
                <w:szCs w:val="22"/>
              </w:rPr>
              <w:t>Sr atom that has lost 2 electrons</w:t>
            </w:r>
          </w:p>
        </w:tc>
        <w:tc>
          <w:tcPr>
            <w:tcW w:w="0" w:type="auto"/>
          </w:tcPr>
          <w:p w14:paraId="7287B8D4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0" w:type="auto"/>
          </w:tcPr>
          <w:p w14:paraId="5BCA92BA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0" w:type="auto"/>
          </w:tcPr>
          <w:p w14:paraId="056BD133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0" w:type="auto"/>
          </w:tcPr>
          <w:p w14:paraId="14454D06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1267" w:type="dxa"/>
          </w:tcPr>
          <w:p w14:paraId="41A89B33" w14:textId="77777777" w:rsidR="00E62359" w:rsidRPr="00E97F23" w:rsidRDefault="00E62359" w:rsidP="00E62359">
            <w:pPr>
              <w:spacing w:line="360" w:lineRule="auto"/>
              <w:rPr>
                <w:rFonts w:ascii="Calibri" w:hAnsi="Calibri" w:cs="Arial"/>
              </w:rPr>
            </w:pPr>
          </w:p>
        </w:tc>
      </w:tr>
    </w:tbl>
    <w:p w14:paraId="2628E251" w14:textId="77777777" w:rsidR="00E62359" w:rsidRDefault="00E62359" w:rsidP="00E62359">
      <w:pPr>
        <w:rPr>
          <w:rFonts w:ascii="Calibri" w:hAnsi="Calibri" w:cs="Arial"/>
          <w:b/>
          <w:sz w:val="28"/>
          <w:szCs w:val="28"/>
        </w:rPr>
      </w:pPr>
    </w:p>
    <w:p w14:paraId="636C9586" w14:textId="77777777" w:rsidR="00E16D51" w:rsidRDefault="00E16D51" w:rsidP="00E62359">
      <w:pPr>
        <w:rPr>
          <w:rFonts w:ascii="Calibri" w:hAnsi="Calibri" w:cs="Arial"/>
          <w:b/>
          <w:sz w:val="28"/>
          <w:szCs w:val="28"/>
        </w:rPr>
      </w:pPr>
    </w:p>
    <w:p w14:paraId="097F1013" w14:textId="77777777" w:rsidR="00E62359" w:rsidRPr="00E97F23" w:rsidRDefault="00E62359" w:rsidP="00E62359">
      <w:pPr>
        <w:rPr>
          <w:rFonts w:ascii="Calibri" w:hAnsi="Calibri" w:cs="Arial"/>
          <w:b/>
          <w:sz w:val="28"/>
          <w:szCs w:val="28"/>
        </w:rPr>
      </w:pPr>
      <w:r w:rsidRPr="00E97F23">
        <w:rPr>
          <w:rFonts w:ascii="Calibri" w:hAnsi="Calibri" w:cs="Arial"/>
          <w:b/>
          <w:sz w:val="28"/>
          <w:szCs w:val="28"/>
        </w:rPr>
        <w:t>Electron Configuration</w:t>
      </w:r>
    </w:p>
    <w:p w14:paraId="6A9869CA" w14:textId="77777777" w:rsidR="00E62359" w:rsidRPr="00E97F23" w:rsidRDefault="00E62359" w:rsidP="00E62359">
      <w:pPr>
        <w:rPr>
          <w:rFonts w:ascii="Calibri" w:hAnsi="Calibri" w:cs="Arial"/>
        </w:rPr>
      </w:pPr>
    </w:p>
    <w:p w14:paraId="741F4FC2" w14:textId="77777777" w:rsidR="00E62359" w:rsidRPr="00E97F23" w:rsidRDefault="00E62359" w:rsidP="00E62359">
      <w:pPr>
        <w:rPr>
          <w:rFonts w:ascii="Calibri" w:hAnsi="Calibri" w:cs="Arial"/>
        </w:rPr>
      </w:pPr>
      <w:r w:rsidRPr="00E97F23">
        <w:rPr>
          <w:rFonts w:ascii="Calibri" w:hAnsi="Calibri" w:cs="Arial"/>
        </w:rPr>
        <w:t>Identify the following elements based on their electron configurations.</w:t>
      </w:r>
    </w:p>
    <w:p w14:paraId="7043BC76" w14:textId="77777777" w:rsidR="00E62359" w:rsidRPr="00E97F23" w:rsidRDefault="00E62359" w:rsidP="00E62359">
      <w:pPr>
        <w:rPr>
          <w:rFonts w:ascii="Calibri" w:hAnsi="Calibri" w:cs="Arial"/>
        </w:rPr>
      </w:pPr>
    </w:p>
    <w:p w14:paraId="1D6B9A2B" w14:textId="77777777" w:rsidR="00FE4679" w:rsidRDefault="00FE4679" w:rsidP="00E62359">
      <w:pPr>
        <w:pStyle w:val="ListParagraph"/>
        <w:numPr>
          <w:ilvl w:val="0"/>
          <w:numId w:val="11"/>
        </w:numPr>
        <w:spacing w:line="480" w:lineRule="auto"/>
        <w:rPr>
          <w:rFonts w:ascii="Calibri" w:hAnsi="Calibri" w:cs="Arial"/>
        </w:rPr>
        <w:sectPr w:rsidR="00FE4679" w:rsidSect="00E62359">
          <w:footerReference w:type="default" r:id="rId8"/>
          <w:type w:val="continuous"/>
          <w:pgSz w:w="12240" w:h="15840"/>
          <w:pgMar w:top="720" w:right="1080" w:bottom="835" w:left="1080" w:header="720" w:footer="720" w:gutter="0"/>
          <w:cols w:space="720"/>
          <w:docGrid w:linePitch="360"/>
        </w:sectPr>
      </w:pPr>
    </w:p>
    <w:p w14:paraId="71A1E5CA" w14:textId="6493306F" w:rsidR="00E62359" w:rsidRPr="00E97F23" w:rsidRDefault="00E62359" w:rsidP="00E42618">
      <w:pPr>
        <w:pStyle w:val="ListParagraph"/>
        <w:numPr>
          <w:ilvl w:val="0"/>
          <w:numId w:val="15"/>
        </w:numPr>
        <w:spacing w:line="480" w:lineRule="auto"/>
        <w:rPr>
          <w:rFonts w:ascii="Calibri" w:hAnsi="Calibri" w:cs="Arial"/>
        </w:rPr>
      </w:pPr>
      <w:r w:rsidRPr="00E97F23">
        <w:rPr>
          <w:rFonts w:ascii="Calibri" w:hAnsi="Calibri" w:cs="Arial"/>
        </w:rPr>
        <w:t>1s</w:t>
      </w:r>
      <w:r w:rsidRPr="00E97F23">
        <w:rPr>
          <w:rFonts w:ascii="Calibri" w:hAnsi="Calibri" w:cs="Arial"/>
          <w:vertAlign w:val="superscript"/>
        </w:rPr>
        <w:t>2</w:t>
      </w:r>
      <w:r w:rsidRPr="00E97F23">
        <w:rPr>
          <w:rFonts w:ascii="Calibri" w:hAnsi="Calibri" w:cs="Arial"/>
        </w:rPr>
        <w:t>2s</w:t>
      </w:r>
      <w:r w:rsidR="00FE4679">
        <w:rPr>
          <w:rFonts w:ascii="Calibri" w:hAnsi="Calibri" w:cs="Arial"/>
          <w:vertAlign w:val="superscript"/>
        </w:rPr>
        <w:t>2</w:t>
      </w:r>
      <w:r w:rsidR="00FE4679">
        <w:rPr>
          <w:rFonts w:ascii="Calibri" w:hAnsi="Calibri" w:cs="Arial"/>
          <w:vertAlign w:val="superscript"/>
        </w:rPr>
        <w:tab/>
      </w:r>
      <w:r w:rsidRPr="00E97F23">
        <w:rPr>
          <w:rFonts w:ascii="Calibri" w:hAnsi="Calibri" w:cs="Arial"/>
          <w:vertAlign w:val="superscript"/>
        </w:rPr>
        <w:tab/>
      </w:r>
      <w:r w:rsidRPr="00E97F23">
        <w:rPr>
          <w:rFonts w:ascii="Calibri" w:hAnsi="Calibri" w:cs="Arial"/>
        </w:rPr>
        <w:t xml:space="preserve">____________________ </w:t>
      </w:r>
    </w:p>
    <w:p w14:paraId="6AF95803" w14:textId="5C55FAC1" w:rsidR="00E62359" w:rsidRPr="00E97F23" w:rsidRDefault="00E62359" w:rsidP="00E42618">
      <w:pPr>
        <w:pStyle w:val="ListParagraph"/>
        <w:numPr>
          <w:ilvl w:val="0"/>
          <w:numId w:val="15"/>
        </w:numPr>
        <w:spacing w:line="480" w:lineRule="auto"/>
        <w:rPr>
          <w:rFonts w:ascii="Calibri" w:hAnsi="Calibri" w:cs="Arial"/>
        </w:rPr>
      </w:pPr>
      <w:r w:rsidRPr="00E97F23">
        <w:rPr>
          <w:rFonts w:ascii="Calibri" w:hAnsi="Calibri" w:cs="Arial"/>
        </w:rPr>
        <w:t>1s</w:t>
      </w:r>
      <w:r w:rsidRPr="00E97F23">
        <w:rPr>
          <w:rFonts w:ascii="Calibri" w:hAnsi="Calibri" w:cs="Arial"/>
          <w:vertAlign w:val="superscript"/>
        </w:rPr>
        <w:t>2</w:t>
      </w:r>
      <w:r w:rsidRPr="00E97F23">
        <w:rPr>
          <w:rFonts w:ascii="Calibri" w:hAnsi="Calibri" w:cs="Arial"/>
        </w:rPr>
        <w:t>2s</w:t>
      </w:r>
      <w:r w:rsidRPr="00E97F23">
        <w:rPr>
          <w:rFonts w:ascii="Calibri" w:hAnsi="Calibri" w:cs="Arial"/>
          <w:vertAlign w:val="superscript"/>
        </w:rPr>
        <w:t>2</w:t>
      </w:r>
      <w:r w:rsidRPr="00E97F23">
        <w:rPr>
          <w:rFonts w:ascii="Calibri" w:hAnsi="Calibri" w:cs="Arial"/>
        </w:rPr>
        <w:t>2p</w:t>
      </w:r>
      <w:r w:rsidRPr="00E97F23">
        <w:rPr>
          <w:rFonts w:ascii="Calibri" w:hAnsi="Calibri" w:cs="Arial"/>
          <w:vertAlign w:val="superscript"/>
        </w:rPr>
        <w:t>6</w:t>
      </w:r>
      <w:r w:rsidRPr="00E97F23">
        <w:rPr>
          <w:rFonts w:ascii="Calibri" w:hAnsi="Calibri" w:cs="Arial"/>
        </w:rPr>
        <w:t>3s</w:t>
      </w:r>
      <w:r w:rsidRPr="00E97F23">
        <w:rPr>
          <w:rFonts w:ascii="Calibri" w:hAnsi="Calibri" w:cs="Arial"/>
          <w:vertAlign w:val="superscript"/>
        </w:rPr>
        <w:t>2</w:t>
      </w:r>
      <w:r w:rsidRPr="00E97F23">
        <w:rPr>
          <w:rFonts w:ascii="Calibri" w:hAnsi="Calibri" w:cs="Arial"/>
        </w:rPr>
        <w:t>3</w:t>
      </w:r>
      <w:r w:rsidRPr="00E97F23">
        <w:rPr>
          <w:rFonts w:ascii="Calibri" w:hAnsi="Calibri" w:cs="Arial"/>
          <w:vertAlign w:val="superscript"/>
        </w:rPr>
        <w:tab/>
      </w:r>
      <w:r w:rsidRPr="00E97F23">
        <w:rPr>
          <w:rFonts w:ascii="Calibri" w:hAnsi="Calibri" w:cs="Arial"/>
        </w:rPr>
        <w:t>____________________</w:t>
      </w:r>
    </w:p>
    <w:p w14:paraId="7AB25F00" w14:textId="2C9DD294" w:rsidR="00E62359" w:rsidRPr="00E97F23" w:rsidRDefault="00E62359" w:rsidP="00E42618">
      <w:pPr>
        <w:pStyle w:val="ListParagraph"/>
        <w:numPr>
          <w:ilvl w:val="0"/>
          <w:numId w:val="15"/>
        </w:numPr>
        <w:spacing w:line="480" w:lineRule="auto"/>
        <w:rPr>
          <w:rFonts w:ascii="Calibri" w:hAnsi="Calibri" w:cs="Arial"/>
        </w:rPr>
      </w:pPr>
      <w:r w:rsidRPr="00E97F23">
        <w:rPr>
          <w:rFonts w:ascii="Calibri" w:hAnsi="Calibri" w:cs="Arial"/>
        </w:rPr>
        <w:t>1s</w:t>
      </w:r>
      <w:r w:rsidR="00FE4679">
        <w:rPr>
          <w:rFonts w:ascii="Calibri" w:hAnsi="Calibri" w:cs="Arial"/>
          <w:vertAlign w:val="superscript"/>
        </w:rPr>
        <w:t>1</w:t>
      </w:r>
      <w:r w:rsidR="00FE4679">
        <w:rPr>
          <w:rFonts w:ascii="Calibri" w:hAnsi="Calibri" w:cs="Arial"/>
          <w:vertAlign w:val="superscript"/>
        </w:rPr>
        <w:tab/>
      </w:r>
      <w:r w:rsidRPr="00E97F23">
        <w:rPr>
          <w:rFonts w:ascii="Calibri" w:hAnsi="Calibri" w:cs="Arial"/>
          <w:vertAlign w:val="superscript"/>
        </w:rPr>
        <w:tab/>
      </w:r>
      <w:r w:rsidRPr="00E97F23">
        <w:rPr>
          <w:rFonts w:ascii="Calibri" w:hAnsi="Calibri" w:cs="Arial"/>
        </w:rPr>
        <w:t>____________________</w:t>
      </w:r>
    </w:p>
    <w:p w14:paraId="27F38334" w14:textId="6445D432" w:rsidR="00E62359" w:rsidRPr="00E62359" w:rsidRDefault="00E62359" w:rsidP="00E42618">
      <w:pPr>
        <w:pStyle w:val="ListParagraph"/>
        <w:numPr>
          <w:ilvl w:val="0"/>
          <w:numId w:val="15"/>
        </w:numPr>
        <w:spacing w:line="480" w:lineRule="auto"/>
        <w:rPr>
          <w:rFonts w:ascii="Calibri" w:hAnsi="Calibri" w:cs="Arial"/>
        </w:rPr>
      </w:pPr>
      <w:r w:rsidRPr="00E97F23">
        <w:rPr>
          <w:rFonts w:ascii="Calibri" w:hAnsi="Calibri" w:cs="Arial"/>
        </w:rPr>
        <w:t>1s</w:t>
      </w:r>
      <w:r w:rsidRPr="00E97F23">
        <w:rPr>
          <w:rFonts w:ascii="Calibri" w:hAnsi="Calibri" w:cs="Arial"/>
          <w:vertAlign w:val="superscript"/>
        </w:rPr>
        <w:t>2</w:t>
      </w:r>
      <w:r w:rsidRPr="00E97F23">
        <w:rPr>
          <w:rFonts w:ascii="Calibri" w:hAnsi="Calibri" w:cs="Arial"/>
        </w:rPr>
        <w:t>2s</w:t>
      </w:r>
      <w:r w:rsidRPr="00E97F23">
        <w:rPr>
          <w:rFonts w:ascii="Calibri" w:hAnsi="Calibri" w:cs="Arial"/>
          <w:vertAlign w:val="superscript"/>
        </w:rPr>
        <w:t>2</w:t>
      </w:r>
      <w:r w:rsidRPr="00E97F23">
        <w:rPr>
          <w:rFonts w:ascii="Calibri" w:hAnsi="Calibri" w:cs="Arial"/>
        </w:rPr>
        <w:t>2p</w:t>
      </w:r>
      <w:r w:rsidRPr="00E97F23">
        <w:rPr>
          <w:rFonts w:ascii="Calibri" w:hAnsi="Calibri" w:cs="Arial"/>
          <w:vertAlign w:val="superscript"/>
        </w:rPr>
        <w:t>6</w:t>
      </w:r>
      <w:r w:rsidRPr="00E97F23">
        <w:rPr>
          <w:rFonts w:ascii="Calibri" w:hAnsi="Calibri" w:cs="Arial"/>
        </w:rPr>
        <w:t>3s</w:t>
      </w:r>
      <w:r w:rsidRPr="00E97F23">
        <w:rPr>
          <w:rFonts w:ascii="Calibri" w:hAnsi="Calibri" w:cs="Arial"/>
          <w:vertAlign w:val="superscript"/>
        </w:rPr>
        <w:t>2</w:t>
      </w:r>
      <w:r w:rsidRPr="00E97F23">
        <w:rPr>
          <w:rFonts w:ascii="Calibri" w:hAnsi="Calibri" w:cs="Arial"/>
        </w:rPr>
        <w:t>3</w:t>
      </w:r>
      <w:r w:rsidRPr="00E97F23">
        <w:rPr>
          <w:rFonts w:ascii="Calibri" w:hAnsi="Calibri" w:cs="Arial"/>
          <w:vertAlign w:val="superscript"/>
        </w:rPr>
        <w:tab/>
      </w:r>
      <w:r w:rsidRPr="00E97F23">
        <w:rPr>
          <w:rFonts w:ascii="Calibri" w:hAnsi="Calibri" w:cs="Arial"/>
        </w:rPr>
        <w:t>____________________</w:t>
      </w:r>
    </w:p>
    <w:p w14:paraId="390FC77D" w14:textId="77777777" w:rsidR="00FE4679" w:rsidRDefault="00FE4679" w:rsidP="00E62359">
      <w:pPr>
        <w:pStyle w:val="BodyText"/>
        <w:spacing w:line="480" w:lineRule="auto"/>
        <w:rPr>
          <w:rFonts w:ascii="Calibri" w:hAnsi="Calibri" w:cs="Arial"/>
        </w:rPr>
        <w:sectPr w:rsidR="00FE4679" w:rsidSect="00FE4679">
          <w:type w:val="continuous"/>
          <w:pgSz w:w="12240" w:h="15840"/>
          <w:pgMar w:top="720" w:right="1080" w:bottom="835" w:left="1080" w:header="720" w:footer="720" w:gutter="0"/>
          <w:cols w:num="2" w:space="720"/>
          <w:docGrid w:linePitch="360"/>
        </w:sectPr>
      </w:pPr>
    </w:p>
    <w:p w14:paraId="43FD33A3" w14:textId="44061992" w:rsidR="00E62359" w:rsidRPr="00E62359" w:rsidRDefault="00E62359" w:rsidP="00E62359">
      <w:pPr>
        <w:pStyle w:val="BodyText"/>
        <w:spacing w:line="480" w:lineRule="auto"/>
        <w:rPr>
          <w:rFonts w:ascii="Calibri" w:hAnsi="Calibri" w:cs="Arial"/>
        </w:rPr>
      </w:pPr>
      <w:r w:rsidRPr="00E97F23">
        <w:rPr>
          <w:rFonts w:ascii="Calibri" w:hAnsi="Calibri" w:cs="Arial"/>
        </w:rPr>
        <w:t>In the space below, write the electron configurations of the following elements:</w:t>
      </w:r>
    </w:p>
    <w:p w14:paraId="63B2D492" w14:textId="77777777" w:rsidR="00E62359" w:rsidRPr="00E62359" w:rsidRDefault="00E62359" w:rsidP="00E62359">
      <w:pPr>
        <w:spacing w:line="360" w:lineRule="auto"/>
        <w:ind w:left="720"/>
        <w:rPr>
          <w:rFonts w:ascii="Calibri" w:hAnsi="Calibri" w:cs="Arial"/>
        </w:rPr>
      </w:pPr>
      <w:r w:rsidRPr="00E97F23">
        <w:rPr>
          <w:rFonts w:ascii="Calibri" w:hAnsi="Calibri" w:cs="Arial"/>
        </w:rPr>
        <w:t>2)</w:t>
      </w:r>
      <w:r w:rsidRPr="00E97F23">
        <w:rPr>
          <w:rFonts w:ascii="Calibri" w:hAnsi="Calibri" w:cs="Arial"/>
        </w:rPr>
        <w:tab/>
        <w:t>iron</w:t>
      </w:r>
      <w:r>
        <w:rPr>
          <w:rFonts w:ascii="Calibri" w:hAnsi="Calibri" w:cs="Arial"/>
        </w:rPr>
        <w:t xml:space="preserve"> (full)</w:t>
      </w:r>
      <w:r w:rsidRPr="00E97F23">
        <w:rPr>
          <w:rFonts w:ascii="Calibri" w:hAnsi="Calibri" w:cs="Arial"/>
        </w:rPr>
        <w:t xml:space="preserve"> </w:t>
      </w:r>
      <w:r w:rsidRPr="00E97F23">
        <w:rPr>
          <w:rFonts w:ascii="Calibri" w:hAnsi="Calibri" w:cs="Arial"/>
        </w:rPr>
        <w:tab/>
      </w:r>
      <w:r w:rsidRPr="00E97F23"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 w:rsidRPr="00E97F23">
        <w:rPr>
          <w:rFonts w:ascii="Calibri" w:hAnsi="Calibri" w:cs="Arial"/>
        </w:rPr>
        <w:t>__</w:t>
      </w:r>
      <w:r>
        <w:rPr>
          <w:rFonts w:ascii="Calibri" w:hAnsi="Calibri" w:cs="Arial"/>
        </w:rPr>
        <w:t>__________________________</w:t>
      </w:r>
      <w:r w:rsidRPr="00E97F23">
        <w:rPr>
          <w:rFonts w:ascii="Calibri" w:hAnsi="Calibri" w:cs="Arial"/>
        </w:rPr>
        <w:t>______________</w:t>
      </w:r>
    </w:p>
    <w:p w14:paraId="5E91D581" w14:textId="77777777" w:rsidR="00E62359" w:rsidRPr="00E62359" w:rsidRDefault="00E62359" w:rsidP="00E62359">
      <w:pPr>
        <w:spacing w:line="360" w:lineRule="auto"/>
        <w:ind w:left="720"/>
        <w:rPr>
          <w:rFonts w:ascii="Calibri" w:hAnsi="Calibri" w:cs="Arial"/>
        </w:rPr>
      </w:pPr>
      <w:r w:rsidRPr="00E97F23">
        <w:rPr>
          <w:rFonts w:ascii="Calibri" w:hAnsi="Calibri" w:cs="Arial"/>
        </w:rPr>
        <w:t>3)</w:t>
      </w:r>
      <w:r w:rsidRPr="00E97F23">
        <w:rPr>
          <w:rFonts w:ascii="Calibri" w:hAnsi="Calibri" w:cs="Arial"/>
        </w:rPr>
        <w:tab/>
        <w:t>bromine</w:t>
      </w:r>
      <w:r>
        <w:rPr>
          <w:rFonts w:ascii="Calibri" w:hAnsi="Calibri" w:cs="Arial"/>
        </w:rPr>
        <w:t xml:space="preserve"> (full)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 w:rsidRPr="00E97F23">
        <w:rPr>
          <w:rFonts w:ascii="Calibri" w:hAnsi="Calibri" w:cs="Arial"/>
        </w:rPr>
        <w:t xml:space="preserve"> </w:t>
      </w:r>
      <w:r w:rsidRPr="00E97F23">
        <w:rPr>
          <w:rFonts w:ascii="Calibri" w:hAnsi="Calibri" w:cs="Arial"/>
        </w:rPr>
        <w:tab/>
        <w:t>__</w:t>
      </w:r>
      <w:r>
        <w:rPr>
          <w:rFonts w:ascii="Calibri" w:hAnsi="Calibri" w:cs="Arial"/>
        </w:rPr>
        <w:t>__________________________</w:t>
      </w:r>
      <w:r w:rsidRPr="00E97F23">
        <w:rPr>
          <w:rFonts w:ascii="Calibri" w:hAnsi="Calibri" w:cs="Arial"/>
        </w:rPr>
        <w:t>______________</w:t>
      </w:r>
    </w:p>
    <w:p w14:paraId="1BB8A85B" w14:textId="77777777" w:rsidR="00E62359" w:rsidRPr="00E97F23" w:rsidRDefault="00E62359" w:rsidP="00E62359">
      <w:pPr>
        <w:spacing w:line="360" w:lineRule="auto"/>
        <w:ind w:left="720"/>
        <w:rPr>
          <w:rFonts w:ascii="Calibri" w:hAnsi="Calibri" w:cs="Arial"/>
        </w:rPr>
      </w:pPr>
      <w:r w:rsidRPr="00E97F23">
        <w:rPr>
          <w:rFonts w:ascii="Calibri" w:hAnsi="Calibri" w:cs="Arial"/>
        </w:rPr>
        <w:t>4)</w:t>
      </w:r>
      <w:r w:rsidRPr="00E97F23">
        <w:rPr>
          <w:rFonts w:ascii="Calibri" w:hAnsi="Calibri" w:cs="Arial"/>
        </w:rPr>
        <w:tab/>
        <w:t>barium</w:t>
      </w:r>
      <w:r>
        <w:rPr>
          <w:rFonts w:ascii="Calibri" w:hAnsi="Calibri" w:cs="Arial"/>
        </w:rPr>
        <w:t xml:space="preserve"> (abbreviated) 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 w:rsidRPr="00E97F23">
        <w:rPr>
          <w:rFonts w:ascii="Calibri" w:hAnsi="Calibri" w:cs="Arial"/>
        </w:rPr>
        <w:t>__</w:t>
      </w:r>
      <w:r>
        <w:rPr>
          <w:rFonts w:ascii="Calibri" w:hAnsi="Calibri" w:cs="Arial"/>
        </w:rPr>
        <w:t>___________</w:t>
      </w:r>
    </w:p>
    <w:p w14:paraId="161F7384" w14:textId="77777777" w:rsidR="00E62359" w:rsidRDefault="00E62359" w:rsidP="00E62359">
      <w:pPr>
        <w:rPr>
          <w:rFonts w:ascii="Calibri" w:hAnsi="Calibri"/>
          <w:b/>
        </w:rPr>
      </w:pPr>
    </w:p>
    <w:p w14:paraId="4F9F5B3B" w14:textId="77777777" w:rsidR="00E62359" w:rsidRDefault="00E62359" w:rsidP="00E62359">
      <w:pPr>
        <w:rPr>
          <w:rFonts w:ascii="Calibri" w:hAnsi="Calibri"/>
        </w:rPr>
      </w:pPr>
      <w:r w:rsidRPr="00E97F23">
        <w:rPr>
          <w:rFonts w:ascii="Calibri" w:hAnsi="Calibri"/>
          <w:b/>
        </w:rPr>
        <w:t>Phosphorous</w:t>
      </w:r>
      <w:r w:rsidRPr="00E97F23">
        <w:rPr>
          <w:rFonts w:ascii="Calibri" w:hAnsi="Calibri"/>
        </w:rPr>
        <w:t xml:space="preserve"> has _____ electrons. </w:t>
      </w:r>
    </w:p>
    <w:p w14:paraId="2F7BBCD4" w14:textId="77777777" w:rsidR="00E62359" w:rsidRDefault="00E62359" w:rsidP="00E62359">
      <w:pPr>
        <w:rPr>
          <w:rFonts w:ascii="Calibri" w:hAnsi="Calibri"/>
        </w:rPr>
      </w:pPr>
    </w:p>
    <w:p w14:paraId="3907D50D" w14:textId="77777777" w:rsidR="00E62359" w:rsidRPr="00E97F23" w:rsidRDefault="00E62359" w:rsidP="00E62359">
      <w:pPr>
        <w:ind w:firstLine="720"/>
        <w:rPr>
          <w:rFonts w:ascii="Calibri" w:hAnsi="Calibri"/>
        </w:rPr>
      </w:pPr>
      <w:r>
        <w:rPr>
          <w:rFonts w:ascii="Calibri" w:hAnsi="Calibri"/>
        </w:rPr>
        <w:t>Unabbreviated electron configuration: ________________________________________</w:t>
      </w:r>
    </w:p>
    <w:p w14:paraId="7C852ADC" w14:textId="77777777" w:rsidR="00E62359" w:rsidRPr="00E97F23" w:rsidRDefault="00E62359" w:rsidP="00E62359">
      <w:pPr>
        <w:rPr>
          <w:rFonts w:ascii="Calibri" w:hAnsi="Calibri"/>
        </w:rPr>
      </w:pPr>
      <w:r w:rsidRPr="00E97F23">
        <w:rPr>
          <w:rFonts w:ascii="Calibri" w:hAnsi="Calibri"/>
          <w:b/>
          <w:noProof/>
        </w:rPr>
        <w:drawing>
          <wp:anchor distT="0" distB="0" distL="114300" distR="114300" simplePos="0" relativeHeight="251663360" behindDoc="1" locked="0" layoutInCell="1" allowOverlap="1" wp14:anchorId="1DEF4600" wp14:editId="7F5D3DDF">
            <wp:simplePos x="0" y="0"/>
            <wp:positionH relativeFrom="column">
              <wp:posOffset>2095500</wp:posOffset>
            </wp:positionH>
            <wp:positionV relativeFrom="paragraph">
              <wp:posOffset>101600</wp:posOffset>
            </wp:positionV>
            <wp:extent cx="2489835" cy="1684655"/>
            <wp:effectExtent l="0" t="0" r="0" b="0"/>
            <wp:wrapTight wrapText="bothSides">
              <wp:wrapPolygon edited="0">
                <wp:start x="0" y="0"/>
                <wp:lineTo x="0" y="21168"/>
                <wp:lineTo x="21374" y="21168"/>
                <wp:lineTo x="21374" y="0"/>
                <wp:lineTo x="0" y="0"/>
              </wp:wrapPolygon>
            </wp:wrapTight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10" t="5496" r="3503" b="9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835" cy="168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CA43A5" w14:textId="77777777" w:rsidR="00E62359" w:rsidRPr="00E97F23" w:rsidRDefault="00E62359" w:rsidP="00E62359">
      <w:pPr>
        <w:rPr>
          <w:rFonts w:ascii="Calibri" w:hAnsi="Calibri"/>
        </w:rPr>
      </w:pPr>
    </w:p>
    <w:p w14:paraId="3991BF06" w14:textId="77777777" w:rsidR="00E62359" w:rsidRPr="00E97F23" w:rsidRDefault="00E62359" w:rsidP="00E62359">
      <w:pPr>
        <w:rPr>
          <w:rFonts w:ascii="Calibri" w:hAnsi="Calibri"/>
        </w:rPr>
      </w:pPr>
    </w:p>
    <w:p w14:paraId="275A17DB" w14:textId="77777777" w:rsidR="00E62359" w:rsidRPr="00E97F23" w:rsidRDefault="00E62359" w:rsidP="00E62359">
      <w:pPr>
        <w:rPr>
          <w:rFonts w:ascii="Calibri" w:hAnsi="Calibri"/>
        </w:rPr>
      </w:pPr>
    </w:p>
    <w:p w14:paraId="4651FBC2" w14:textId="77777777" w:rsidR="00E62359" w:rsidRPr="00E97F23" w:rsidRDefault="00E62359" w:rsidP="00E62359">
      <w:pPr>
        <w:rPr>
          <w:rFonts w:ascii="Calibri" w:hAnsi="Calibri"/>
        </w:rPr>
      </w:pPr>
    </w:p>
    <w:p w14:paraId="52341B17" w14:textId="77777777" w:rsidR="00E62359" w:rsidRPr="00E97F23" w:rsidRDefault="00E62359" w:rsidP="00E62359">
      <w:pPr>
        <w:rPr>
          <w:rFonts w:ascii="Calibri" w:hAnsi="Calibri"/>
        </w:rPr>
      </w:pPr>
    </w:p>
    <w:p w14:paraId="3400247D" w14:textId="77777777" w:rsidR="00E62359" w:rsidRPr="00E97F23" w:rsidRDefault="00E62359" w:rsidP="00E62359">
      <w:pPr>
        <w:rPr>
          <w:rFonts w:ascii="Calibri" w:hAnsi="Calibri"/>
        </w:rPr>
      </w:pPr>
    </w:p>
    <w:p w14:paraId="04848ECE" w14:textId="77777777" w:rsidR="00E62359" w:rsidRPr="00E97F23" w:rsidRDefault="00E62359" w:rsidP="00E62359">
      <w:pPr>
        <w:rPr>
          <w:rFonts w:ascii="Calibri" w:hAnsi="Calibri"/>
        </w:rPr>
      </w:pPr>
    </w:p>
    <w:p w14:paraId="6C671B92" w14:textId="77777777" w:rsidR="00E62359" w:rsidRDefault="00E62359" w:rsidP="00E62359">
      <w:pPr>
        <w:rPr>
          <w:rFonts w:ascii="Calibri" w:hAnsi="Calibri"/>
        </w:rPr>
      </w:pPr>
    </w:p>
    <w:p w14:paraId="4A99ACB8" w14:textId="77777777" w:rsidR="00AF14C5" w:rsidRDefault="00AF14C5" w:rsidP="00AF14C5"/>
    <w:p w14:paraId="7F803B2E" w14:textId="77777777" w:rsidR="00DF4EDA" w:rsidRDefault="00DF4EDA" w:rsidP="00AF14C5"/>
    <w:p w14:paraId="35E98C67" w14:textId="77777777" w:rsidR="00DF4EDA" w:rsidRPr="00DF4EDA" w:rsidRDefault="00DF4EDA" w:rsidP="00DF4EDA">
      <w:pPr>
        <w:rPr>
          <w:rFonts w:ascii="Calibri" w:eastAsia="Times New Roman" w:hAnsi="Calibri" w:cs="Times New Roman"/>
        </w:rPr>
      </w:pPr>
      <w:r w:rsidRPr="00DF4EDA">
        <w:rPr>
          <w:rFonts w:ascii="Calibri" w:eastAsia="Times New Roman" w:hAnsi="Calibri" w:cs="Times New Roman"/>
        </w:rPr>
        <w:t xml:space="preserve">Uranium is used in nuclear reactors and is a rare element on earth. Uranium has three common isotopes. If the abundance of </w:t>
      </w:r>
      <w:r w:rsidRPr="00DF4EDA">
        <w:rPr>
          <w:rFonts w:ascii="Calibri" w:eastAsia="Times New Roman" w:hAnsi="Calibri" w:cs="Times New Roman"/>
          <w:vertAlign w:val="superscript"/>
        </w:rPr>
        <w:t>234</w:t>
      </w:r>
      <w:r w:rsidRPr="00DF4EDA">
        <w:rPr>
          <w:rFonts w:ascii="Calibri" w:eastAsia="Times New Roman" w:hAnsi="Calibri" w:cs="Times New Roman"/>
        </w:rPr>
        <w:t xml:space="preserve">U is 0.01%, the abundance of </w:t>
      </w:r>
      <w:r w:rsidRPr="00DF4EDA">
        <w:rPr>
          <w:rFonts w:ascii="Calibri" w:eastAsia="Times New Roman" w:hAnsi="Calibri" w:cs="Times New Roman"/>
          <w:vertAlign w:val="superscript"/>
        </w:rPr>
        <w:t>235</w:t>
      </w:r>
      <w:r w:rsidRPr="00DF4EDA">
        <w:rPr>
          <w:rFonts w:ascii="Calibri" w:eastAsia="Times New Roman" w:hAnsi="Calibri" w:cs="Times New Roman"/>
        </w:rPr>
        <w:t xml:space="preserve">U is 0.71%, and the abundance of </w:t>
      </w:r>
      <w:r w:rsidRPr="00DF4EDA">
        <w:rPr>
          <w:rFonts w:ascii="Calibri" w:eastAsia="Times New Roman" w:hAnsi="Calibri" w:cs="Times New Roman"/>
          <w:vertAlign w:val="superscript"/>
        </w:rPr>
        <w:t>238</w:t>
      </w:r>
      <w:r w:rsidRPr="00DF4EDA">
        <w:rPr>
          <w:rFonts w:ascii="Calibri" w:eastAsia="Times New Roman" w:hAnsi="Calibri" w:cs="Times New Roman"/>
        </w:rPr>
        <w:t xml:space="preserve">U is 99.28%, what is the average atomic mass of uranium? </w:t>
      </w:r>
    </w:p>
    <w:p w14:paraId="5BBC257B" w14:textId="77777777" w:rsidR="00DF4EDA" w:rsidRDefault="00DF4EDA" w:rsidP="00DF4EDA">
      <w:pPr>
        <w:ind w:left="360"/>
        <w:rPr>
          <w:rFonts w:ascii="Calibri" w:hAnsi="Calibri"/>
        </w:rPr>
      </w:pPr>
    </w:p>
    <w:p w14:paraId="5BF6C642" w14:textId="77777777" w:rsidR="00DF4EDA" w:rsidRDefault="00DF4EDA" w:rsidP="00DF4EDA">
      <w:pPr>
        <w:ind w:left="360"/>
        <w:rPr>
          <w:rFonts w:ascii="Calibri" w:hAnsi="Calibri"/>
        </w:rPr>
      </w:pPr>
    </w:p>
    <w:p w14:paraId="2520C55E" w14:textId="77777777" w:rsidR="00DF4EDA" w:rsidRDefault="00DF4EDA" w:rsidP="00DF4EDA">
      <w:pPr>
        <w:ind w:left="360"/>
        <w:rPr>
          <w:rFonts w:ascii="Calibri" w:hAnsi="Calibri"/>
        </w:rPr>
      </w:pPr>
    </w:p>
    <w:p w14:paraId="7540767F" w14:textId="77777777" w:rsidR="00DF4EDA" w:rsidRDefault="00DF4EDA" w:rsidP="00DF4EDA">
      <w:pPr>
        <w:ind w:left="360"/>
        <w:rPr>
          <w:rFonts w:ascii="Calibri" w:hAnsi="Calibri"/>
        </w:rPr>
      </w:pPr>
    </w:p>
    <w:p w14:paraId="450ECDB0" w14:textId="77777777" w:rsidR="00DF4EDA" w:rsidRPr="00FE4679" w:rsidRDefault="00DF4EDA" w:rsidP="00DF4EDA">
      <w:pPr>
        <w:ind w:left="360"/>
        <w:rPr>
          <w:rFonts w:ascii="Calibri" w:hAnsi="Calibri"/>
        </w:rPr>
      </w:pPr>
    </w:p>
    <w:p w14:paraId="63F5B3F9" w14:textId="77777777" w:rsidR="00DF4EDA" w:rsidRPr="00FE4679" w:rsidRDefault="00DF4EDA" w:rsidP="00DF4EDA">
      <w:pPr>
        <w:ind w:left="360"/>
        <w:rPr>
          <w:rFonts w:ascii="Calibri" w:hAnsi="Calibri"/>
        </w:rPr>
      </w:pPr>
    </w:p>
    <w:p w14:paraId="175DB247" w14:textId="0ACF3582" w:rsidR="00FE4679" w:rsidRPr="00FE4679" w:rsidRDefault="00FE4679" w:rsidP="00FE4679">
      <w:pPr>
        <w:rPr>
          <w:rFonts w:ascii="Calibri" w:eastAsia="Times New Roman" w:hAnsi="Calibri" w:cs="Times New Roman"/>
        </w:rPr>
      </w:pPr>
      <w:r w:rsidRPr="00FE4679">
        <w:rPr>
          <w:rFonts w:ascii="Calibri" w:eastAsia="Times New Roman" w:hAnsi="Calibri" w:cs="Times New Roman"/>
        </w:rPr>
        <w:t xml:space="preserve">The </w:t>
      </w:r>
      <w:r>
        <w:rPr>
          <w:rFonts w:ascii="Calibri" w:eastAsia="Times New Roman" w:hAnsi="Calibri" w:cs="Times New Roman"/>
        </w:rPr>
        <w:t xml:space="preserve">average </w:t>
      </w:r>
      <w:r w:rsidRPr="00FE4679">
        <w:rPr>
          <w:rFonts w:ascii="Calibri" w:eastAsia="Times New Roman" w:hAnsi="Calibri" w:cs="Times New Roman"/>
        </w:rPr>
        <w:t xml:space="preserve">atomic </w:t>
      </w:r>
      <w:r>
        <w:rPr>
          <w:rFonts w:ascii="Calibri" w:eastAsia="Times New Roman" w:hAnsi="Calibri" w:cs="Times New Roman"/>
        </w:rPr>
        <w:t>mass</w:t>
      </w:r>
      <w:r w:rsidRPr="00FE4679">
        <w:rPr>
          <w:rFonts w:ascii="Calibri" w:eastAsia="Times New Roman" w:hAnsi="Calibri" w:cs="Times New Roman"/>
        </w:rPr>
        <w:t xml:space="preserve"> of Thallium is 204.3833 amu. The masses for the two stable isotopes are 202.9723</w:t>
      </w:r>
      <w:r>
        <w:rPr>
          <w:rFonts w:ascii="Calibri" w:eastAsia="Times New Roman" w:hAnsi="Calibri" w:cs="Times New Roman"/>
        </w:rPr>
        <w:t xml:space="preserve"> </w:t>
      </w:r>
      <w:r w:rsidRPr="00FE4679">
        <w:rPr>
          <w:rFonts w:ascii="Calibri" w:eastAsia="Times New Roman" w:hAnsi="Calibri" w:cs="Times New Roman"/>
        </w:rPr>
        <w:t>amu for thallium-203 and 204.9744</w:t>
      </w:r>
      <w:r>
        <w:rPr>
          <w:rFonts w:ascii="Calibri" w:eastAsia="Times New Roman" w:hAnsi="Calibri" w:cs="Times New Roman"/>
        </w:rPr>
        <w:t xml:space="preserve"> </w:t>
      </w:r>
      <w:r w:rsidRPr="00FE4679">
        <w:rPr>
          <w:rFonts w:ascii="Calibri" w:eastAsia="Times New Roman" w:hAnsi="Calibri" w:cs="Times New Roman"/>
        </w:rPr>
        <w:t>amu for thallium-205. Calculate the percent abundance of each isotope.</w:t>
      </w:r>
    </w:p>
    <w:p w14:paraId="756B502A" w14:textId="5F4562CE" w:rsidR="00DF4EDA" w:rsidRDefault="00DF4EDA" w:rsidP="00D22E6B">
      <w:pPr>
        <w:rPr>
          <w:rFonts w:ascii="Calibri" w:hAnsi="Calibri"/>
        </w:rPr>
      </w:pPr>
    </w:p>
    <w:p w14:paraId="4A4464FD" w14:textId="77777777" w:rsidR="00FE4679" w:rsidRDefault="00FE4679" w:rsidP="00D22E6B">
      <w:pPr>
        <w:rPr>
          <w:rFonts w:ascii="Calibri" w:hAnsi="Calibri"/>
        </w:rPr>
      </w:pPr>
    </w:p>
    <w:p w14:paraId="3CE3108E" w14:textId="77777777" w:rsidR="00FE4679" w:rsidRDefault="00FE4679" w:rsidP="00D22E6B">
      <w:pPr>
        <w:rPr>
          <w:rFonts w:ascii="Calibri" w:hAnsi="Calibri"/>
        </w:rPr>
      </w:pPr>
    </w:p>
    <w:p w14:paraId="6DFEFED6" w14:textId="77777777" w:rsidR="00FE4679" w:rsidRDefault="00FE4679" w:rsidP="00D22E6B">
      <w:pPr>
        <w:rPr>
          <w:rFonts w:ascii="Calibri" w:hAnsi="Calibri"/>
        </w:rPr>
      </w:pPr>
    </w:p>
    <w:p w14:paraId="6A833D1E" w14:textId="77777777" w:rsidR="00FE4679" w:rsidRDefault="00FE4679" w:rsidP="00D22E6B">
      <w:pPr>
        <w:rPr>
          <w:rFonts w:ascii="Calibri" w:hAnsi="Calibri"/>
        </w:rPr>
      </w:pPr>
    </w:p>
    <w:p w14:paraId="47CC9EF6" w14:textId="77777777" w:rsidR="00FE4679" w:rsidRDefault="00FE4679" w:rsidP="00D22E6B">
      <w:pPr>
        <w:rPr>
          <w:rFonts w:ascii="Calibri" w:hAnsi="Calibri"/>
        </w:rPr>
      </w:pPr>
    </w:p>
    <w:p w14:paraId="4FE6263E" w14:textId="77777777" w:rsidR="00AC1FEA" w:rsidRPr="00E42618" w:rsidRDefault="00AC1FEA" w:rsidP="00AC1FEA">
      <w:pPr>
        <w:rPr>
          <w:rFonts w:ascii="Calibri" w:hAnsi="Calibri" w:cs="Tahoma"/>
        </w:rPr>
      </w:pPr>
      <w:r w:rsidRPr="00E42618">
        <w:rPr>
          <w:rFonts w:ascii="Calibri" w:hAnsi="Calibri" w:cs="Tahoma"/>
        </w:rPr>
        <w:t>Identify the element whose highest energy electron would have the following four quantum numbers:</w:t>
      </w:r>
    </w:p>
    <w:p w14:paraId="4B55FB34" w14:textId="77777777" w:rsidR="00AC1FEA" w:rsidRPr="00E42618" w:rsidRDefault="00AC1FEA" w:rsidP="00AC1FEA">
      <w:pPr>
        <w:rPr>
          <w:rFonts w:ascii="Calibri" w:hAnsi="Calibri" w:cs="Tahoma"/>
        </w:rPr>
      </w:pPr>
    </w:p>
    <w:p w14:paraId="3C92DC32" w14:textId="77777777" w:rsidR="00AC1FEA" w:rsidRPr="00E42618" w:rsidRDefault="00AC1FEA" w:rsidP="00AC1FEA">
      <w:pPr>
        <w:spacing w:line="480" w:lineRule="auto"/>
        <w:ind w:left="720"/>
        <w:rPr>
          <w:rFonts w:ascii="Calibri" w:hAnsi="Calibri" w:cs="Tahoma"/>
        </w:rPr>
      </w:pPr>
      <w:r w:rsidRPr="00E42618">
        <w:rPr>
          <w:rFonts w:ascii="Calibri" w:hAnsi="Calibri" w:cs="Tahoma"/>
        </w:rPr>
        <w:t>11.  3, 1, -1, +1/2___________________________________________________</w:t>
      </w:r>
    </w:p>
    <w:p w14:paraId="69164FFD" w14:textId="77777777" w:rsidR="00AC1FEA" w:rsidRPr="00E42618" w:rsidRDefault="00AC1FEA" w:rsidP="00AC1FEA">
      <w:pPr>
        <w:spacing w:line="480" w:lineRule="auto"/>
        <w:ind w:left="720"/>
        <w:rPr>
          <w:rFonts w:ascii="Calibri" w:hAnsi="Calibri" w:cs="Tahoma"/>
        </w:rPr>
      </w:pPr>
      <w:r w:rsidRPr="00E42618">
        <w:rPr>
          <w:rFonts w:ascii="Calibri" w:hAnsi="Calibri" w:cs="Tahoma"/>
        </w:rPr>
        <w:t>12.  4, 2, +1, +1/2___________________________________________________</w:t>
      </w:r>
    </w:p>
    <w:p w14:paraId="18079759" w14:textId="77777777" w:rsidR="00AC1FEA" w:rsidRPr="00E42618" w:rsidRDefault="00AC1FEA" w:rsidP="00AC1FEA">
      <w:pPr>
        <w:spacing w:line="480" w:lineRule="auto"/>
        <w:ind w:left="720"/>
        <w:rPr>
          <w:rFonts w:ascii="Calibri" w:hAnsi="Calibri" w:cs="Tahoma"/>
        </w:rPr>
      </w:pPr>
      <w:r w:rsidRPr="00E42618">
        <w:rPr>
          <w:rFonts w:ascii="Calibri" w:hAnsi="Calibri" w:cs="Tahoma"/>
        </w:rPr>
        <w:t>13.  6, 1, 0, -1/2____________________________________________________</w:t>
      </w:r>
    </w:p>
    <w:p w14:paraId="7645DD29" w14:textId="77777777" w:rsidR="00AC1FEA" w:rsidRPr="00E42618" w:rsidRDefault="00AC1FEA" w:rsidP="00AC1FEA">
      <w:pPr>
        <w:spacing w:line="480" w:lineRule="auto"/>
        <w:ind w:left="720"/>
        <w:rPr>
          <w:rFonts w:ascii="Calibri" w:hAnsi="Calibri" w:cs="Tahoma"/>
        </w:rPr>
      </w:pPr>
      <w:r w:rsidRPr="00E42618">
        <w:rPr>
          <w:rFonts w:ascii="Calibri" w:hAnsi="Calibri" w:cs="Tahoma"/>
        </w:rPr>
        <w:t>14.  4, 3, +3, -1/2___________________________________________________</w:t>
      </w:r>
    </w:p>
    <w:p w14:paraId="7142780F" w14:textId="77777777" w:rsidR="00AC1FEA" w:rsidRPr="00E42618" w:rsidRDefault="00AC1FEA" w:rsidP="00AC1FEA">
      <w:pPr>
        <w:spacing w:line="480" w:lineRule="auto"/>
        <w:ind w:left="720"/>
        <w:rPr>
          <w:rFonts w:ascii="Calibri" w:hAnsi="Calibri" w:cs="Tahoma"/>
        </w:rPr>
      </w:pPr>
      <w:r w:rsidRPr="00E42618">
        <w:rPr>
          <w:rFonts w:ascii="Calibri" w:hAnsi="Calibri" w:cs="Tahoma"/>
        </w:rPr>
        <w:t>15.  2, 1, +1, -1/2___________________________________________________</w:t>
      </w:r>
    </w:p>
    <w:p w14:paraId="1E04D58E" w14:textId="77777777" w:rsidR="00AC1FEA" w:rsidRPr="00E42618" w:rsidRDefault="00AC1FEA" w:rsidP="00AC1FEA">
      <w:pPr>
        <w:rPr>
          <w:rFonts w:ascii="Calibri" w:hAnsi="Calibri" w:cs="Tahoma"/>
        </w:rPr>
      </w:pPr>
    </w:p>
    <w:p w14:paraId="3A817709" w14:textId="77777777" w:rsidR="00AC1FEA" w:rsidRPr="00E42618" w:rsidRDefault="00AC1FEA" w:rsidP="00AC1FEA">
      <w:pPr>
        <w:rPr>
          <w:rFonts w:ascii="Calibri" w:hAnsi="Calibri" w:cs="Tahoma"/>
        </w:rPr>
      </w:pPr>
      <w:r w:rsidRPr="00E42618">
        <w:rPr>
          <w:rFonts w:ascii="Calibri" w:hAnsi="Calibri" w:cs="Tahoma"/>
        </w:rPr>
        <w:t>Which of the following represents a permissible set of quantum numbers?  (answer “yes” if permissible and “no” if no permissible)</w:t>
      </w:r>
    </w:p>
    <w:p w14:paraId="13C074EE" w14:textId="77777777" w:rsidR="00AC1FEA" w:rsidRPr="00E42618" w:rsidRDefault="00AC1FEA" w:rsidP="00AC1FEA">
      <w:pPr>
        <w:rPr>
          <w:rFonts w:ascii="Calibri" w:hAnsi="Calibri" w:cs="Tahoma"/>
        </w:rPr>
      </w:pPr>
    </w:p>
    <w:p w14:paraId="59528E13" w14:textId="77777777" w:rsidR="00AC1FEA" w:rsidRPr="00E42618" w:rsidRDefault="00AC1FEA" w:rsidP="00AC1FEA">
      <w:pPr>
        <w:spacing w:line="480" w:lineRule="auto"/>
        <w:ind w:left="720"/>
        <w:rPr>
          <w:rFonts w:ascii="Calibri" w:hAnsi="Calibri" w:cs="Tahoma"/>
        </w:rPr>
      </w:pPr>
      <w:r w:rsidRPr="00E42618">
        <w:rPr>
          <w:rFonts w:ascii="Calibri" w:hAnsi="Calibri" w:cs="Tahoma"/>
        </w:rPr>
        <w:t>16.  2, 2, +1, -1/2___________________________________________________</w:t>
      </w:r>
    </w:p>
    <w:p w14:paraId="4F2150E8" w14:textId="77777777" w:rsidR="00AC1FEA" w:rsidRPr="00E42618" w:rsidRDefault="00AC1FEA" w:rsidP="00AC1FEA">
      <w:pPr>
        <w:spacing w:line="480" w:lineRule="auto"/>
        <w:ind w:left="720"/>
        <w:rPr>
          <w:rFonts w:ascii="Calibri" w:hAnsi="Calibri" w:cs="Tahoma"/>
        </w:rPr>
      </w:pPr>
      <w:r w:rsidRPr="00E42618">
        <w:rPr>
          <w:rFonts w:ascii="Calibri" w:hAnsi="Calibri" w:cs="Tahoma"/>
        </w:rPr>
        <w:t>17.  5, 1, 0, +1/2____________________________________________________</w:t>
      </w:r>
    </w:p>
    <w:p w14:paraId="4C29C499" w14:textId="77777777" w:rsidR="00AC1FEA" w:rsidRPr="00E42618" w:rsidRDefault="00AC1FEA" w:rsidP="00AC1FEA">
      <w:pPr>
        <w:spacing w:line="480" w:lineRule="auto"/>
        <w:ind w:left="720"/>
        <w:rPr>
          <w:rFonts w:ascii="Calibri" w:hAnsi="Calibri" w:cs="Tahoma"/>
        </w:rPr>
      </w:pPr>
      <w:r w:rsidRPr="00E42618">
        <w:rPr>
          <w:rFonts w:ascii="Calibri" w:hAnsi="Calibri" w:cs="Tahoma"/>
        </w:rPr>
        <w:t>18.  6, 3,-2, +1/2____________________________________________________</w:t>
      </w:r>
    </w:p>
    <w:p w14:paraId="79680622" w14:textId="77777777" w:rsidR="00AC1FEA" w:rsidRPr="00E42618" w:rsidRDefault="00AC1FEA" w:rsidP="00AC1FEA">
      <w:pPr>
        <w:spacing w:line="480" w:lineRule="auto"/>
        <w:ind w:left="720"/>
        <w:rPr>
          <w:rFonts w:ascii="Calibri" w:hAnsi="Calibri" w:cs="Tahoma"/>
        </w:rPr>
      </w:pPr>
      <w:r w:rsidRPr="00E42618">
        <w:rPr>
          <w:rFonts w:ascii="Calibri" w:hAnsi="Calibri" w:cs="Tahoma"/>
        </w:rPr>
        <w:t>19.  7, 0, 0, -1/2____________________________________________________</w:t>
      </w:r>
    </w:p>
    <w:p w14:paraId="26C03D6A" w14:textId="77777777" w:rsidR="00AC1FEA" w:rsidRPr="00E42618" w:rsidRDefault="00AC1FEA" w:rsidP="00AC1FEA">
      <w:pPr>
        <w:spacing w:line="480" w:lineRule="auto"/>
        <w:ind w:left="720"/>
        <w:rPr>
          <w:rFonts w:ascii="Calibri" w:hAnsi="Calibri" w:cs="Tahoma"/>
        </w:rPr>
      </w:pPr>
      <w:r w:rsidRPr="00E42618">
        <w:rPr>
          <w:rFonts w:ascii="Calibri" w:hAnsi="Calibri" w:cs="Tahoma"/>
        </w:rPr>
        <w:t xml:space="preserve">20.  4, 1, 8, +1/2____________________________________________________ </w:t>
      </w:r>
    </w:p>
    <w:p w14:paraId="3800D71C" w14:textId="77777777" w:rsidR="00AC1FEA" w:rsidRPr="00E42618" w:rsidRDefault="00AC1FEA" w:rsidP="00AC1FEA">
      <w:pPr>
        <w:rPr>
          <w:rFonts w:ascii="Calibri" w:hAnsi="Calibri"/>
        </w:rPr>
      </w:pPr>
      <w:r w:rsidRPr="00E42618">
        <w:rPr>
          <w:rFonts w:ascii="Calibri" w:hAnsi="Calibri"/>
        </w:rPr>
        <w:t xml:space="preserve">   </w:t>
      </w:r>
    </w:p>
    <w:p w14:paraId="197D4232" w14:textId="77777777" w:rsidR="00E42618" w:rsidRPr="00E42618" w:rsidRDefault="00E42618" w:rsidP="00D22E6B">
      <w:pPr>
        <w:rPr>
          <w:rFonts w:ascii="Calibri" w:hAnsi="Calibri"/>
        </w:rPr>
      </w:pPr>
    </w:p>
    <w:p w14:paraId="2F605B62" w14:textId="3354FC1D" w:rsidR="00E42618" w:rsidRDefault="00E42618" w:rsidP="00E42618">
      <w:pPr>
        <w:rPr>
          <w:rFonts w:ascii="Calibri" w:hAnsi="Calibri"/>
        </w:rPr>
      </w:pPr>
      <w:r w:rsidRPr="00E42618">
        <w:rPr>
          <w:rFonts w:ascii="Calibri" w:hAnsi="Calibri"/>
        </w:rPr>
        <w:t>The quantum number n describes the ______________________________ of an atomic orbital.</w:t>
      </w:r>
    </w:p>
    <w:p w14:paraId="7CB836E1" w14:textId="77777777" w:rsidR="00E42618" w:rsidRPr="00E42618" w:rsidRDefault="00E42618" w:rsidP="00E42618">
      <w:pPr>
        <w:ind w:left="720"/>
        <w:rPr>
          <w:rFonts w:ascii="Calibri" w:hAnsi="Calibri"/>
        </w:rPr>
      </w:pPr>
    </w:p>
    <w:p w14:paraId="326E6D11" w14:textId="5E58A93E" w:rsidR="00E42618" w:rsidRDefault="00E42618" w:rsidP="00E42618">
      <w:pPr>
        <w:rPr>
          <w:rFonts w:ascii="Calibri" w:hAnsi="Calibri"/>
        </w:rPr>
      </w:pPr>
      <w:r w:rsidRPr="00E42618">
        <w:rPr>
          <w:rFonts w:ascii="Calibri" w:hAnsi="Calibri"/>
        </w:rPr>
        <w:t>The shape of an atomic orbital is given by the quantum number _________.</w:t>
      </w:r>
    </w:p>
    <w:p w14:paraId="421E40E3" w14:textId="77777777" w:rsidR="00E42618" w:rsidRPr="00E42618" w:rsidRDefault="00E42618" w:rsidP="00E42618">
      <w:pPr>
        <w:ind w:firstLine="720"/>
        <w:rPr>
          <w:rFonts w:ascii="Calibri" w:hAnsi="Calibri"/>
        </w:rPr>
      </w:pPr>
    </w:p>
    <w:p w14:paraId="1DAC14B7" w14:textId="1735A94E" w:rsidR="00E42618" w:rsidRPr="00E42618" w:rsidRDefault="00E42618" w:rsidP="0001102C">
      <w:pPr>
        <w:spacing w:line="480" w:lineRule="auto"/>
        <w:rPr>
          <w:rFonts w:ascii="Calibri" w:hAnsi="Calibri"/>
        </w:rPr>
      </w:pPr>
      <w:r w:rsidRPr="00E42618">
        <w:rPr>
          <w:rFonts w:ascii="Calibri" w:hAnsi="Calibri"/>
        </w:rPr>
        <w:t xml:space="preserve">The maximum number of orbitals that may be associated with the set of quantum numbers n=4 and </w:t>
      </w:r>
      <w:r w:rsidRPr="00E42618">
        <w:rPr>
          <w:rFonts w:ascii="Calibri" w:hAnsi="Calibri" w:cs="Tahoma"/>
          <w:snapToGrid w:val="0"/>
          <w:color w:val="000000" w:themeColor="text1"/>
        </w:rPr>
        <w:t>ℓ</w:t>
      </w:r>
      <w:r w:rsidRPr="00E42618">
        <w:rPr>
          <w:rFonts w:ascii="Calibri" w:hAnsi="Calibri"/>
        </w:rPr>
        <w:t>=3 is _______.</w:t>
      </w:r>
      <w:bookmarkStart w:id="0" w:name="_GoBack"/>
      <w:bookmarkEnd w:id="0"/>
    </w:p>
    <w:p w14:paraId="378F63A8" w14:textId="6DA3788F" w:rsidR="00E42618" w:rsidRPr="00E42618" w:rsidRDefault="00E42618" w:rsidP="00E42618">
      <w:pPr>
        <w:spacing w:line="480" w:lineRule="auto"/>
        <w:ind w:firstLine="720"/>
        <w:rPr>
          <w:rFonts w:ascii="Calibri" w:hAnsi="Calibri"/>
        </w:rPr>
      </w:pPr>
    </w:p>
    <w:sectPr w:rsidR="00E42618" w:rsidRPr="00E42618" w:rsidSect="00E62359">
      <w:type w:val="continuous"/>
      <w:pgSz w:w="12240" w:h="15840"/>
      <w:pgMar w:top="720" w:right="1080" w:bottom="835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3B1CCC" w14:textId="77777777" w:rsidR="00A8484B" w:rsidRDefault="00A8484B">
      <w:r>
        <w:separator/>
      </w:r>
    </w:p>
  </w:endnote>
  <w:endnote w:type="continuationSeparator" w:id="0">
    <w:p w14:paraId="4E680216" w14:textId="77777777" w:rsidR="00A8484B" w:rsidRDefault="00A84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Utopia">
    <w:altName w:val="Utop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0B07B5" w14:textId="77777777" w:rsidR="00E62359" w:rsidRDefault="00E6235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5CAFD" w14:textId="77777777" w:rsidR="00A8484B" w:rsidRDefault="00A8484B">
      <w:r>
        <w:separator/>
      </w:r>
    </w:p>
  </w:footnote>
  <w:footnote w:type="continuationSeparator" w:id="0">
    <w:p w14:paraId="56762FCB" w14:textId="77777777" w:rsidR="00A8484B" w:rsidRDefault="00A84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F7D44"/>
    <w:multiLevelType w:val="hybridMultilevel"/>
    <w:tmpl w:val="001C799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815C0B"/>
    <w:multiLevelType w:val="singleLevel"/>
    <w:tmpl w:val="B4B898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103460BA"/>
    <w:multiLevelType w:val="hybridMultilevel"/>
    <w:tmpl w:val="AAFC1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E458F"/>
    <w:multiLevelType w:val="hybridMultilevel"/>
    <w:tmpl w:val="7D9C2D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36F4E"/>
    <w:multiLevelType w:val="hybridMultilevel"/>
    <w:tmpl w:val="B00E9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73A83"/>
    <w:multiLevelType w:val="hybridMultilevel"/>
    <w:tmpl w:val="F5182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34F51"/>
    <w:multiLevelType w:val="hybridMultilevel"/>
    <w:tmpl w:val="85AC7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E82832"/>
    <w:multiLevelType w:val="hybridMultilevel"/>
    <w:tmpl w:val="7C762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52009F"/>
    <w:multiLevelType w:val="hybridMultilevel"/>
    <w:tmpl w:val="124E7B9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7645A7"/>
    <w:multiLevelType w:val="hybridMultilevel"/>
    <w:tmpl w:val="41AE4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2B4B3C"/>
    <w:multiLevelType w:val="hybridMultilevel"/>
    <w:tmpl w:val="25988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0578F"/>
    <w:multiLevelType w:val="hybridMultilevel"/>
    <w:tmpl w:val="AAFC1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0C218F"/>
    <w:multiLevelType w:val="hybridMultilevel"/>
    <w:tmpl w:val="81EE1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FB21EC"/>
    <w:multiLevelType w:val="hybridMultilevel"/>
    <w:tmpl w:val="5D10B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1F1CF9"/>
    <w:multiLevelType w:val="hybridMultilevel"/>
    <w:tmpl w:val="4FD4E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2"/>
  </w:num>
  <w:num w:numId="5">
    <w:abstractNumId w:val="9"/>
  </w:num>
  <w:num w:numId="6">
    <w:abstractNumId w:val="4"/>
  </w:num>
  <w:num w:numId="7">
    <w:abstractNumId w:val="0"/>
  </w:num>
  <w:num w:numId="8">
    <w:abstractNumId w:val="8"/>
  </w:num>
  <w:num w:numId="9">
    <w:abstractNumId w:val="13"/>
  </w:num>
  <w:num w:numId="10">
    <w:abstractNumId w:val="1"/>
  </w:num>
  <w:num w:numId="11">
    <w:abstractNumId w:val="5"/>
  </w:num>
  <w:num w:numId="12">
    <w:abstractNumId w:val="12"/>
  </w:num>
  <w:num w:numId="13">
    <w:abstractNumId w:val="14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3E5"/>
    <w:rsid w:val="0001102C"/>
    <w:rsid w:val="00027BA1"/>
    <w:rsid w:val="00302193"/>
    <w:rsid w:val="00315846"/>
    <w:rsid w:val="00386C16"/>
    <w:rsid w:val="003914E3"/>
    <w:rsid w:val="0074464C"/>
    <w:rsid w:val="008D248E"/>
    <w:rsid w:val="00904C1E"/>
    <w:rsid w:val="00A8484B"/>
    <w:rsid w:val="00AC1FEA"/>
    <w:rsid w:val="00AF14C5"/>
    <w:rsid w:val="00B21C4F"/>
    <w:rsid w:val="00B7196B"/>
    <w:rsid w:val="00CE03E5"/>
    <w:rsid w:val="00D22E6B"/>
    <w:rsid w:val="00D706AC"/>
    <w:rsid w:val="00DF4EDA"/>
    <w:rsid w:val="00E16D51"/>
    <w:rsid w:val="00E42618"/>
    <w:rsid w:val="00E62359"/>
    <w:rsid w:val="00FE4679"/>
    <w:rsid w:val="00FF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C56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3E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E03E5"/>
    <w:rPr>
      <w:color w:val="808080"/>
    </w:rPr>
  </w:style>
  <w:style w:type="table" w:styleId="TableGrid">
    <w:name w:val="Table Grid"/>
    <w:basedOn w:val="TableNormal"/>
    <w:uiPriority w:val="59"/>
    <w:rsid w:val="00D706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6Colorful-Accent1">
    <w:name w:val="Grid Table 6 Colorful Accent 1"/>
    <w:basedOn w:val="TableNormal"/>
    <w:uiPriority w:val="51"/>
    <w:rsid w:val="00D706AC"/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NormalWeb">
    <w:name w:val="Normal (Web)"/>
    <w:basedOn w:val="Normal"/>
    <w:rsid w:val="00AF14C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link w:val="FooterChar"/>
    <w:uiPriority w:val="99"/>
    <w:unhideWhenUsed/>
    <w:rsid w:val="00E62359"/>
    <w:pPr>
      <w:tabs>
        <w:tab w:val="center" w:pos="4320"/>
        <w:tab w:val="right" w:pos="8640"/>
      </w:tabs>
    </w:pPr>
    <w:rPr>
      <w:rFonts w:eastAsiaTheme="minorEastAsia"/>
    </w:rPr>
  </w:style>
  <w:style w:type="character" w:customStyle="1" w:styleId="FooterChar">
    <w:name w:val="Footer Char"/>
    <w:basedOn w:val="DefaultParagraphFont"/>
    <w:link w:val="Footer"/>
    <w:uiPriority w:val="99"/>
    <w:rsid w:val="00E62359"/>
    <w:rPr>
      <w:rFonts w:eastAsiaTheme="minorEastAsia"/>
    </w:rPr>
  </w:style>
  <w:style w:type="paragraph" w:customStyle="1" w:styleId="Default">
    <w:name w:val="Default"/>
    <w:rsid w:val="00E62359"/>
    <w:pPr>
      <w:autoSpaceDE w:val="0"/>
      <w:autoSpaceDN w:val="0"/>
      <w:adjustRightInd w:val="0"/>
    </w:pPr>
    <w:rPr>
      <w:rFonts w:ascii="Utopia" w:eastAsia="Times New Roman" w:hAnsi="Utopia" w:cs="Utopia"/>
      <w:color w:val="000000"/>
    </w:rPr>
  </w:style>
  <w:style w:type="paragraph" w:styleId="BodyText">
    <w:name w:val="Body Text"/>
    <w:basedOn w:val="Normal"/>
    <w:link w:val="BodyTextChar"/>
    <w:semiHidden/>
    <w:rsid w:val="00E62359"/>
    <w:rPr>
      <w:rFonts w:ascii="Arial" w:eastAsia="Times New Roman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E62359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1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image" Target="media/image2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 Doc.dotx</Template>
  <TotalTime>20</TotalTime>
  <Pages>6</Pages>
  <Words>1219</Words>
  <Characters>6156</Characters>
  <Application>Microsoft Macintosh Word</Application>
  <DocSecurity>0</DocSecurity>
  <Lines>769</Lines>
  <Paragraphs>254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5</cp:revision>
  <dcterms:created xsi:type="dcterms:W3CDTF">2017-10-04T00:10:00Z</dcterms:created>
  <dcterms:modified xsi:type="dcterms:W3CDTF">2017-10-04T00:33:00Z</dcterms:modified>
</cp:coreProperties>
</file>